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8"/>
        <w:gridCol w:w="3296"/>
        <w:gridCol w:w="3297"/>
      </w:tblGrid>
      <w:tr w:rsidR="00963D31" w:rsidRPr="00815AFA" w:rsidTr="00815AFA">
        <w:tc>
          <w:tcPr>
            <w:tcW w:w="3298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Abschlussarbeit 2022</w:t>
            </w:r>
          </w:p>
        </w:tc>
        <w:tc>
          <w:tcPr>
            <w:tcW w:w="3296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Mathematik</w:t>
            </w:r>
          </w:p>
        </w:tc>
        <w:tc>
          <w:tcPr>
            <w:tcW w:w="3297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Material für Prüflinge</w:t>
            </w:r>
          </w:p>
        </w:tc>
      </w:tr>
      <w:tr w:rsidR="00963D31" w:rsidRPr="00815AFA" w:rsidTr="00815AFA">
        <w:tc>
          <w:tcPr>
            <w:tcW w:w="3298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Realschule</w:t>
            </w:r>
          </w:p>
        </w:tc>
        <w:tc>
          <w:tcPr>
            <w:tcW w:w="3296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963D31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Deckblatt</w:t>
            </w:r>
          </w:p>
        </w:tc>
        <w:tc>
          <w:tcPr>
            <w:tcW w:w="3297" w:type="dxa"/>
            <w:vAlign w:val="center"/>
          </w:tcPr>
          <w:p w:rsidR="00963D31" w:rsidRPr="00815AFA" w:rsidRDefault="00963D31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963D31" w:rsidRPr="00815AFA" w:rsidRDefault="005516F9" w:rsidP="00F24BED">
            <w:pPr>
              <w:jc w:val="center"/>
              <w:rPr>
                <w:b/>
                <w:szCs w:val="32"/>
              </w:rPr>
            </w:pPr>
            <w:r>
              <w:rPr>
                <w:b/>
                <w:szCs w:val="32"/>
              </w:rPr>
              <w:t>Nachschreib</w:t>
            </w:r>
            <w:r w:rsidR="00963D31" w:rsidRPr="00815AFA">
              <w:rPr>
                <w:b/>
                <w:szCs w:val="32"/>
              </w:rPr>
              <w:t>termin</w:t>
            </w:r>
          </w:p>
        </w:tc>
      </w:tr>
    </w:tbl>
    <w:p w:rsidR="00963D31" w:rsidRPr="00815AFA" w:rsidRDefault="00963D31" w:rsidP="00815AFA"/>
    <w:p w:rsidR="00963D31" w:rsidRPr="00815AFA" w:rsidRDefault="00963D31" w:rsidP="00815AFA">
      <w:pPr>
        <w:jc w:val="center"/>
        <w:rPr>
          <w:b/>
        </w:rPr>
      </w:pPr>
      <w:r w:rsidRPr="00815AFA">
        <w:rPr>
          <w:b/>
        </w:rPr>
        <w:t>Dezentrale Abschlussarbeit 2022 Mathematik</w:t>
      </w:r>
    </w:p>
    <w:p w:rsidR="00963D31" w:rsidRDefault="00963D31" w:rsidP="00815AFA">
      <w:pPr>
        <w:jc w:val="center"/>
        <w:rPr>
          <w:i/>
        </w:rPr>
      </w:pPr>
      <w:r w:rsidRPr="00815AFA">
        <w:rPr>
          <w:b/>
        </w:rPr>
        <w:t>der</w:t>
      </w:r>
      <w:r>
        <w:t xml:space="preserve"> </w:t>
      </w:r>
      <w:r>
        <w:rPr>
          <w:i/>
        </w:rPr>
        <w:t>[</w:t>
      </w:r>
      <w:r w:rsidRPr="003A36B7">
        <w:rPr>
          <w:i/>
          <w:highlight w:val="yellow"/>
        </w:rPr>
        <w:t>hier Namen der Schule einfügen</w:t>
      </w:r>
      <w:r>
        <w:rPr>
          <w:i/>
        </w:rPr>
        <w:t>]</w:t>
      </w:r>
    </w:p>
    <w:p w:rsidR="00963D31" w:rsidRDefault="00963D31" w:rsidP="00815AFA">
      <w:pPr>
        <w:jc w:val="center"/>
        <w:rPr>
          <w:i/>
        </w:rPr>
      </w:pPr>
      <w:r w:rsidRPr="00815AFA">
        <w:rPr>
          <w:b/>
        </w:rPr>
        <w:t>in</w:t>
      </w:r>
      <w:r>
        <w:t xml:space="preserve"> </w:t>
      </w:r>
      <w:r>
        <w:rPr>
          <w:i/>
        </w:rPr>
        <w:t>[</w:t>
      </w:r>
      <w:r w:rsidRPr="003A36B7">
        <w:rPr>
          <w:i/>
          <w:highlight w:val="yellow"/>
        </w:rPr>
        <w:t>hier Standort der Schule einfügen</w:t>
      </w:r>
      <w:r>
        <w:rPr>
          <w:i/>
        </w:rPr>
        <w:t>]</w:t>
      </w:r>
    </w:p>
    <w:p w:rsidR="00963D31" w:rsidRDefault="00963D31" w:rsidP="00963D31">
      <w:pPr>
        <w:jc w:val="center"/>
        <w:rPr>
          <w:b/>
          <w:i/>
          <w:sz w:val="24"/>
          <w:szCs w:val="24"/>
        </w:rPr>
      </w:pPr>
    </w:p>
    <w:tbl>
      <w:tblPr>
        <w:tblStyle w:val="Tabellenraster1"/>
        <w:tblW w:w="967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158"/>
      </w:tblGrid>
      <w:tr w:rsidR="00963D31" w:rsidTr="001E3091">
        <w:trPr>
          <w:trHeight w:val="695"/>
        </w:trPr>
        <w:tc>
          <w:tcPr>
            <w:tcW w:w="6521" w:type="dxa"/>
            <w:vAlign w:val="bottom"/>
            <w:hideMark/>
          </w:tcPr>
          <w:p w:rsidR="00963D31" w:rsidRPr="001E3091" w:rsidRDefault="00963D31" w:rsidP="001E3091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Name:  </w:t>
            </w:r>
            <w:r w:rsidRPr="001E3091">
              <w:rPr>
                <w:szCs w:val="32"/>
              </w:rPr>
              <w:t>____________________________</w:t>
            </w:r>
          </w:p>
        </w:tc>
        <w:tc>
          <w:tcPr>
            <w:tcW w:w="3158" w:type="dxa"/>
            <w:vAlign w:val="bottom"/>
            <w:hideMark/>
          </w:tcPr>
          <w:p w:rsidR="00963D31" w:rsidRPr="001E3091" w:rsidRDefault="00963D31" w:rsidP="00F24BED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Klasse: </w:t>
            </w:r>
            <w:r w:rsidRPr="001E3091">
              <w:rPr>
                <w:szCs w:val="32"/>
              </w:rPr>
              <w:t>______</w:t>
            </w:r>
          </w:p>
        </w:tc>
      </w:tr>
      <w:tr w:rsidR="00963D31" w:rsidTr="001E3091">
        <w:trPr>
          <w:trHeight w:val="695"/>
        </w:trPr>
        <w:tc>
          <w:tcPr>
            <w:tcW w:w="6521" w:type="dxa"/>
            <w:vAlign w:val="bottom"/>
            <w:hideMark/>
          </w:tcPr>
          <w:p w:rsidR="00963D31" w:rsidRPr="001E3091" w:rsidRDefault="00963D31" w:rsidP="001E3091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  <w:r w:rsidRPr="001E3091">
              <w:rPr>
                <w:b/>
                <w:szCs w:val="32"/>
              </w:rPr>
              <w:t xml:space="preserve">Datum: </w:t>
            </w:r>
            <w:r w:rsidR="001E3091">
              <w:rPr>
                <w:b/>
                <w:szCs w:val="32"/>
              </w:rPr>
              <w:t xml:space="preserve"> </w:t>
            </w:r>
            <w:r w:rsidRPr="001E3091">
              <w:rPr>
                <w:szCs w:val="32"/>
              </w:rPr>
              <w:t>_____________</w:t>
            </w:r>
            <w:r w:rsidR="001E3091">
              <w:rPr>
                <w:szCs w:val="32"/>
              </w:rPr>
              <w:t>_</w:t>
            </w:r>
            <w:r w:rsidRPr="001E3091">
              <w:rPr>
                <w:szCs w:val="32"/>
              </w:rPr>
              <w:t>______________</w:t>
            </w:r>
          </w:p>
        </w:tc>
        <w:tc>
          <w:tcPr>
            <w:tcW w:w="3158" w:type="dxa"/>
            <w:vAlign w:val="bottom"/>
          </w:tcPr>
          <w:p w:rsidR="00963D31" w:rsidRPr="001E3091" w:rsidRDefault="00963D31" w:rsidP="00F24BED">
            <w:pPr>
              <w:tabs>
                <w:tab w:val="right" w:pos="9921"/>
              </w:tabs>
              <w:outlineLvl w:val="0"/>
              <w:rPr>
                <w:b/>
                <w:szCs w:val="32"/>
              </w:rPr>
            </w:pPr>
          </w:p>
        </w:tc>
      </w:tr>
    </w:tbl>
    <w:p w:rsidR="00963D31" w:rsidRDefault="00963D31" w:rsidP="00963D31">
      <w:pPr>
        <w:jc w:val="center"/>
        <w:rPr>
          <w:rFonts w:cs="Arial"/>
          <w:sz w:val="22"/>
          <w:szCs w:val="22"/>
        </w:rPr>
      </w:pPr>
      <w:r>
        <w:t xml:space="preserve"> </w:t>
      </w:r>
    </w:p>
    <w:p w:rsidR="00963D31" w:rsidRDefault="00963D31" w:rsidP="00963D31"/>
    <w:tbl>
      <w:tblPr>
        <w:tblpPr w:leftFromText="141" w:rightFromText="141" w:bottomFromText="120" w:vertAnchor="text" w:horzAnchor="margin" w:tblpXSpec="center" w:tblpY="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2178"/>
        <w:gridCol w:w="1949"/>
        <w:gridCol w:w="1950"/>
        <w:gridCol w:w="1949"/>
      </w:tblGrid>
      <w:tr w:rsidR="00963D31" w:rsidTr="00F24BED">
        <w:trPr>
          <w:trHeight w:val="1016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/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Hauptteil 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Hauptteil 2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proofErr w:type="spellStart"/>
            <w:r>
              <w:t>Wahlteil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Summe</w:t>
            </w:r>
          </w:p>
        </w:tc>
      </w:tr>
      <w:tr w:rsidR="00963D31" w:rsidTr="00F24BED">
        <w:trPr>
          <w:trHeight w:val="94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r>
              <w:t>Erreichte</w:t>
            </w:r>
          </w:p>
          <w:p w:rsidR="00963D31" w:rsidRDefault="00963D31" w:rsidP="00BE75A8">
            <w:r>
              <w:t>Punktzahl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BE75A8">
            <w:pPr>
              <w:jc w:val="center"/>
            </w:pPr>
          </w:p>
        </w:tc>
      </w:tr>
      <w:tr w:rsidR="00963D31" w:rsidTr="00F24BED">
        <w:trPr>
          <w:trHeight w:val="1158"/>
        </w:trPr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r>
              <w:t>Mögliche</w:t>
            </w:r>
          </w:p>
          <w:p w:rsidR="00963D31" w:rsidRDefault="00963D31" w:rsidP="00BE75A8">
            <w:r>
              <w:t>Punktzahl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28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36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BE75A8">
            <w:pPr>
              <w:jc w:val="center"/>
            </w:pPr>
            <w:r>
              <w:t>84</w:t>
            </w:r>
          </w:p>
        </w:tc>
      </w:tr>
    </w:tbl>
    <w:p w:rsidR="00963D31" w:rsidRDefault="00963D31" w:rsidP="00963D31"/>
    <w:p w:rsidR="00963D31" w:rsidRDefault="00963D31" w:rsidP="00963D31"/>
    <w:p w:rsidR="00963D31" w:rsidRDefault="00963D31" w:rsidP="00963D31"/>
    <w:p w:rsidR="00963D31" w:rsidRDefault="00963D31" w:rsidP="00BE75A8">
      <w:pPr>
        <w:pStyle w:val="berschrift3"/>
      </w:pPr>
      <w:r>
        <w:lastRenderedPageBreak/>
        <w:t>Gesamtergebnis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4687"/>
      </w:tblGrid>
      <w:tr w:rsidR="00963D31" w:rsidTr="00F24BED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A8" w:rsidRPr="00BE75A8" w:rsidRDefault="00BE75A8" w:rsidP="00BE75A8">
            <w:pPr>
              <w:rPr>
                <w:sz w:val="4"/>
                <w:szCs w:val="4"/>
              </w:rPr>
            </w:pPr>
          </w:p>
          <w:p w:rsidR="00963D31" w:rsidRPr="00BE75A8" w:rsidRDefault="00963D31" w:rsidP="00BE75A8">
            <w:r w:rsidRPr="00BE75A8">
              <w:t>Erreichte</w:t>
            </w:r>
            <w:r w:rsidRPr="00BE75A8">
              <w:br/>
              <w:t>Punktzahl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75A8" w:rsidRPr="00BE75A8" w:rsidRDefault="00BE75A8" w:rsidP="00BE75A8">
            <w:pPr>
              <w:rPr>
                <w:sz w:val="4"/>
                <w:szCs w:val="4"/>
              </w:rPr>
            </w:pPr>
          </w:p>
          <w:p w:rsidR="00963D31" w:rsidRPr="00BE75A8" w:rsidRDefault="00963D31" w:rsidP="00BE75A8">
            <w:r w:rsidRPr="00BE75A8">
              <w:t>Mögliche</w:t>
            </w:r>
            <w:r w:rsidRPr="00BE75A8">
              <w:br/>
              <w:t>Punktzahl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b/>
                <w:szCs w:val="24"/>
              </w:rPr>
              <w:t>Note</w:t>
            </w: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rPr>
                <w:sz w:val="24"/>
                <w:szCs w:val="24"/>
              </w:rPr>
            </w:pPr>
          </w:p>
          <w:p w:rsidR="00963D31" w:rsidRDefault="00963D31" w:rsidP="00F24BE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</w:t>
            </w:r>
            <w:r w:rsidR="00BE75A8">
              <w:rPr>
                <w:sz w:val="24"/>
                <w:szCs w:val="24"/>
              </w:rPr>
              <w:t>....</w:t>
            </w:r>
            <w:r>
              <w:rPr>
                <w:sz w:val="24"/>
                <w:szCs w:val="24"/>
              </w:rPr>
              <w:t>…..……..</w:t>
            </w:r>
          </w:p>
          <w:p w:rsidR="00963D31" w:rsidRPr="00BE75A8" w:rsidRDefault="00963D31" w:rsidP="00F24BED">
            <w:pPr>
              <w:rPr>
                <w:sz w:val="24"/>
                <w:szCs w:val="24"/>
              </w:rPr>
            </w:pPr>
            <w:r w:rsidRPr="00BE75A8">
              <w:rPr>
                <w:sz w:val="24"/>
                <w:szCs w:val="24"/>
              </w:rPr>
              <w:t>Datum, Unterschrift (1. Korrektor/-in)</w:t>
            </w:r>
          </w:p>
        </w:tc>
      </w:tr>
      <w:tr w:rsidR="00963D31" w:rsidTr="00F24BED">
        <w:trPr>
          <w:trHeight w:val="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D31" w:rsidRDefault="00963D31" w:rsidP="00F24BED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D31" w:rsidRDefault="00963D31" w:rsidP="00F24BED">
            <w:pPr>
              <w:rPr>
                <w:sz w:val="24"/>
                <w:szCs w:val="24"/>
              </w:rPr>
            </w:pPr>
          </w:p>
          <w:p w:rsidR="00963D31" w:rsidRDefault="00963D31" w:rsidP="00F24BED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……………………………………</w:t>
            </w:r>
            <w:r w:rsidR="00BE75A8">
              <w:rPr>
                <w:sz w:val="24"/>
                <w:szCs w:val="24"/>
              </w:rPr>
              <w:t>....</w:t>
            </w:r>
            <w:r>
              <w:rPr>
                <w:sz w:val="24"/>
                <w:szCs w:val="24"/>
              </w:rPr>
              <w:t>…....</w:t>
            </w:r>
          </w:p>
          <w:p w:rsidR="00963D31" w:rsidRPr="00BE75A8" w:rsidRDefault="00963D31" w:rsidP="00F24BED">
            <w:pPr>
              <w:rPr>
                <w:sz w:val="24"/>
                <w:szCs w:val="24"/>
              </w:rPr>
            </w:pPr>
            <w:r w:rsidRPr="00BE75A8">
              <w:rPr>
                <w:sz w:val="24"/>
                <w:szCs w:val="24"/>
              </w:rPr>
              <w:t>Datum, Unterschrift (2. Korrektor/-in)</w:t>
            </w:r>
          </w:p>
        </w:tc>
      </w:tr>
    </w:tbl>
    <w:tbl>
      <w:tblPr>
        <w:tblStyle w:val="Tabellenraster"/>
        <w:tblpPr w:leftFromText="141" w:rightFromText="141" w:bottomFromText="120" w:vertAnchor="text" w:horzAnchor="margin" w:tblpY="1031"/>
        <w:tblW w:w="0" w:type="auto"/>
        <w:tblInd w:w="0" w:type="dxa"/>
        <w:tblLook w:val="04A0" w:firstRow="1" w:lastRow="0" w:firstColumn="1" w:lastColumn="0" w:noHBand="0" w:noVBand="1"/>
      </w:tblPr>
      <w:tblGrid>
        <w:gridCol w:w="2263"/>
        <w:gridCol w:w="1263"/>
        <w:gridCol w:w="1264"/>
        <w:gridCol w:w="1263"/>
        <w:gridCol w:w="1264"/>
        <w:gridCol w:w="1263"/>
        <w:gridCol w:w="1264"/>
      </w:tblGrid>
      <w:tr w:rsidR="00963D31" w:rsidTr="00BE75A8">
        <w:trPr>
          <w:trHeight w:hRule="exact" w:val="8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Pr="00BE75A8" w:rsidRDefault="00963D31" w:rsidP="00F24BED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BE75A8">
              <w:rPr>
                <w:b/>
              </w:rPr>
              <w:t>Notenziffer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6</w:t>
            </w:r>
          </w:p>
        </w:tc>
      </w:tr>
      <w:tr w:rsidR="00963D31" w:rsidTr="00BE75A8">
        <w:trPr>
          <w:trHeight w:hRule="exact" w:val="851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ab … Punkte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72,5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61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49,5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38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17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D31" w:rsidRDefault="00963D31" w:rsidP="00F24BED">
            <w:pPr>
              <w:jc w:val="center"/>
            </w:pPr>
            <w:r>
              <w:t>0</w:t>
            </w:r>
          </w:p>
        </w:tc>
      </w:tr>
    </w:tbl>
    <w:p w:rsidR="00963D31" w:rsidRDefault="00963D31" w:rsidP="00963D31">
      <w:pPr>
        <w:rPr>
          <w:rFonts w:cs="Arial"/>
          <w:sz w:val="22"/>
          <w:szCs w:val="22"/>
        </w:rPr>
      </w:pPr>
    </w:p>
    <w:p w:rsidR="00963D31" w:rsidRDefault="00963D31" w:rsidP="00963D31"/>
    <w:p w:rsidR="00AF4E0B" w:rsidRDefault="00AF4E0B" w:rsidP="00AF4E0B"/>
    <w:p w:rsidR="00AF4E0B" w:rsidRDefault="00AF4E0B" w:rsidP="00AF4E0B"/>
    <w:p w:rsidR="00AF4E0B" w:rsidRPr="00FD06EC" w:rsidRDefault="00AF4E0B" w:rsidP="00AF4E0B">
      <w:pPr>
        <w:pStyle w:val="berschrift4"/>
        <w:rPr>
          <w:color w:val="00B050"/>
        </w:rPr>
      </w:pPr>
      <w:r w:rsidRPr="00FD06EC">
        <w:rPr>
          <w:color w:val="00B050"/>
        </w:rPr>
        <w:t>Hinweis:</w:t>
      </w:r>
    </w:p>
    <w:p w:rsidR="00AF4E0B" w:rsidRPr="00FD06EC" w:rsidRDefault="00AF4E0B" w:rsidP="00AF4E0B">
      <w:pPr>
        <w:rPr>
          <w:color w:val="00B050"/>
          <w:szCs w:val="32"/>
        </w:rPr>
      </w:pPr>
      <w:r w:rsidRPr="00FD06EC">
        <w:rPr>
          <w:color w:val="00B050"/>
          <w:szCs w:val="32"/>
        </w:rPr>
        <w:t>Die Quelle aller Grafiken/Bilder in dieser Abschlussarbeit ist:</w:t>
      </w:r>
      <w:r w:rsidRPr="00FD06EC">
        <w:rPr>
          <w:color w:val="00B050"/>
          <w:szCs w:val="32"/>
        </w:rPr>
        <w:br/>
        <w:t>MK Niedersachsen</w:t>
      </w:r>
    </w:p>
    <w:p w:rsidR="00AF4E0B" w:rsidRDefault="00AF4E0B" w:rsidP="00AF4E0B">
      <w:pPr>
        <w:rPr>
          <w:szCs w:val="32"/>
        </w:rPr>
      </w:pPr>
    </w:p>
    <w:p w:rsidR="00AF4E0B" w:rsidRPr="00093FBB" w:rsidRDefault="00AF4E0B" w:rsidP="00AF4E0B">
      <w:pPr>
        <w:rPr>
          <w:i/>
        </w:rPr>
      </w:pPr>
      <w:r w:rsidRPr="00093FBB">
        <w:rPr>
          <w:i/>
          <w:color w:val="FF0000"/>
        </w:rPr>
        <w:t>Alle Grafiken</w:t>
      </w:r>
      <w:r w:rsidR="0073241B" w:rsidRPr="00093FBB">
        <w:rPr>
          <w:i/>
          <w:color w:val="FF0000"/>
        </w:rPr>
        <w:t xml:space="preserve"> die für die Aufgaben relevant sind,</w:t>
      </w:r>
      <w:r w:rsidRPr="00093FBB">
        <w:rPr>
          <w:i/>
          <w:color w:val="FF0000"/>
        </w:rPr>
        <w:t xml:space="preserve"> wurden noch einmal als separate Datei mit beigefügt.</w:t>
      </w:r>
    </w:p>
    <w:p w:rsidR="00BE75A8" w:rsidRDefault="00BE75A8">
      <w:pPr>
        <w:spacing w:after="0" w:line="240" w:lineRule="auto"/>
        <w:rPr>
          <w:rFonts w:eastAsia="Calibri" w:cs="Arial"/>
          <w:bCs/>
          <w:kern w:val="32"/>
          <w:sz w:val="30"/>
          <w:szCs w:val="32"/>
        </w:rPr>
      </w:pPr>
      <w:r>
        <w:rPr>
          <w:b/>
        </w:rPr>
        <w:br w:type="page"/>
      </w:r>
    </w:p>
    <w:tbl>
      <w:tblPr>
        <w:tblStyle w:val="Tabellenraster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8"/>
        <w:gridCol w:w="3296"/>
        <w:gridCol w:w="3297"/>
      </w:tblGrid>
      <w:tr w:rsidR="00E85D00" w:rsidRPr="00815AFA" w:rsidTr="00F24BED">
        <w:tc>
          <w:tcPr>
            <w:tcW w:w="3298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Abschlussarbeit 2022</w:t>
            </w:r>
          </w:p>
        </w:tc>
        <w:tc>
          <w:tcPr>
            <w:tcW w:w="3296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Mathematik</w:t>
            </w:r>
          </w:p>
        </w:tc>
        <w:tc>
          <w:tcPr>
            <w:tcW w:w="3297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Material für Prüflinge</w:t>
            </w:r>
          </w:p>
        </w:tc>
      </w:tr>
      <w:tr w:rsidR="00E85D00" w:rsidRPr="00815AFA" w:rsidTr="00F24BED">
        <w:tc>
          <w:tcPr>
            <w:tcW w:w="3298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Realschule</w:t>
            </w:r>
          </w:p>
        </w:tc>
        <w:tc>
          <w:tcPr>
            <w:tcW w:w="3296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E85D00">
              <w:rPr>
                <w:b/>
                <w:szCs w:val="32"/>
              </w:rPr>
              <w:t xml:space="preserve">Hauptteil 1 </w:t>
            </w:r>
            <w:r>
              <w:rPr>
                <w:b/>
                <w:szCs w:val="32"/>
              </w:rPr>
              <w:br/>
            </w:r>
            <w:r w:rsidRPr="00E85D00">
              <w:rPr>
                <w:b/>
                <w:szCs w:val="32"/>
              </w:rPr>
              <w:t>(ohne Hilfsmittel)</w:t>
            </w:r>
          </w:p>
        </w:tc>
        <w:tc>
          <w:tcPr>
            <w:tcW w:w="3297" w:type="dxa"/>
            <w:vAlign w:val="center"/>
          </w:tcPr>
          <w:p w:rsidR="00E85D00" w:rsidRPr="00815AFA" w:rsidRDefault="00E85D00" w:rsidP="00F24BED">
            <w:pPr>
              <w:jc w:val="center"/>
              <w:rPr>
                <w:b/>
                <w:sz w:val="4"/>
                <w:szCs w:val="4"/>
              </w:rPr>
            </w:pPr>
          </w:p>
          <w:p w:rsidR="00E85D00" w:rsidRPr="00815AFA" w:rsidRDefault="00E85D00" w:rsidP="00F24BED">
            <w:pPr>
              <w:jc w:val="center"/>
              <w:rPr>
                <w:b/>
                <w:szCs w:val="32"/>
              </w:rPr>
            </w:pPr>
            <w:r w:rsidRPr="00815AFA">
              <w:rPr>
                <w:b/>
                <w:szCs w:val="32"/>
              </w:rPr>
              <w:t>Haupttermin</w:t>
            </w:r>
          </w:p>
        </w:tc>
      </w:tr>
    </w:tbl>
    <w:p w:rsidR="00E85D00" w:rsidRDefault="00E85D00" w:rsidP="00BE75A8">
      <w:pPr>
        <w:rPr>
          <w:b/>
          <w:sz w:val="36"/>
          <w:szCs w:val="36"/>
        </w:rPr>
      </w:pPr>
    </w:p>
    <w:p w:rsidR="00963D31" w:rsidRDefault="00963D31" w:rsidP="00BE75A8">
      <w:r w:rsidRPr="00BE75A8">
        <w:rPr>
          <w:b/>
          <w:sz w:val="36"/>
          <w:szCs w:val="36"/>
        </w:rPr>
        <w:t>Wichtiger Hinweis:</w:t>
      </w:r>
      <w:r w:rsidRPr="00BE75A8">
        <w:rPr>
          <w:b/>
        </w:rPr>
        <w:t xml:space="preserve"> </w:t>
      </w:r>
      <w:r w:rsidR="00BE75A8">
        <w:br/>
      </w:r>
      <w:r>
        <w:t>Bearbeite alle Aufgaben auf den Aufgabenblättern.</w:t>
      </w:r>
    </w:p>
    <w:p w:rsidR="00BE75A8" w:rsidRDefault="00BE75A8" w:rsidP="00BE75A8"/>
    <w:p w:rsidR="00963D31" w:rsidRDefault="00963D31" w:rsidP="00BE75A8">
      <w:pPr>
        <w:pStyle w:val="berschrift4"/>
      </w:pPr>
      <w:r>
        <w:t>Aufgabe 1</w:t>
      </w:r>
    </w:p>
    <w:p w:rsidR="00963D31" w:rsidRDefault="00963D31" w:rsidP="00963D31">
      <w:r>
        <w:t>Ergänze die fehlenden Zahlen in den Lücken.</w:t>
      </w:r>
    </w:p>
    <w:p w:rsidR="00AF4E0B" w:rsidRDefault="00AF4E0B" w:rsidP="00AF4E0B">
      <w:pPr>
        <w:pStyle w:val="Liste"/>
      </w:pPr>
      <w:r>
        <w:t>a)</w:t>
      </w:r>
      <w:r>
        <w:tab/>
      </w:r>
      <w:r w:rsidR="005516F9" w:rsidRPr="005516F9">
        <w:t>8 ·</w:t>
      </w:r>
      <w:r w:rsidR="005516F9">
        <w:t xml:space="preserve"> </w:t>
      </w:r>
      <w:r>
        <w:t>_</w:t>
      </w:r>
      <w:r w:rsidRPr="00026392">
        <w:rPr>
          <w:highlight w:val="yellow"/>
        </w:rPr>
        <w:t>...</w:t>
      </w:r>
      <w:r>
        <w:t xml:space="preserve">_ = </w:t>
      </w:r>
      <w:r w:rsidR="005516F9">
        <w:t>96</w:t>
      </w:r>
    </w:p>
    <w:p w:rsidR="00AF4E0B" w:rsidRDefault="00AF4E0B" w:rsidP="00AF4E0B">
      <w:pPr>
        <w:pStyle w:val="Liste"/>
      </w:pPr>
      <w:r>
        <w:t>b)</w:t>
      </w:r>
      <w:r>
        <w:tab/>
      </w:r>
      <w:r w:rsidR="005516F9">
        <w:t>0,43</w:t>
      </w:r>
      <w:r>
        <w:t xml:space="preserve"> + </w:t>
      </w:r>
      <w:r w:rsidR="005516F9">
        <w:t>0,8</w:t>
      </w:r>
      <w:r>
        <w:t xml:space="preserve"> = _</w:t>
      </w:r>
      <w:r w:rsidRPr="00026392">
        <w:rPr>
          <w:highlight w:val="yellow"/>
        </w:rPr>
        <w:t>...</w:t>
      </w:r>
      <w:r>
        <w:t>_</w:t>
      </w:r>
    </w:p>
    <w:p w:rsidR="00AF4E0B" w:rsidRDefault="00AF4E0B" w:rsidP="00AF4E0B">
      <w:pPr>
        <w:pStyle w:val="Liste"/>
      </w:pPr>
      <w:r>
        <w:t>c)</w:t>
      </w:r>
      <w:r>
        <w:tab/>
      </w:r>
      <w:r w:rsidR="005516F9">
        <w:t>15 +</w:t>
      </w:r>
      <w:r>
        <w:t xml:space="preserve"> (</w:t>
      </w:r>
      <w:r w:rsidR="005516F9">
        <w:t>_</w:t>
      </w:r>
      <w:r w:rsidR="005516F9" w:rsidRPr="00026392">
        <w:rPr>
          <w:highlight w:val="yellow"/>
        </w:rPr>
        <w:t>...</w:t>
      </w:r>
      <w:r w:rsidR="005516F9">
        <w:t>_ –</w:t>
      </w:r>
      <w:r>
        <w:t xml:space="preserve"> 4) = 17</w:t>
      </w:r>
    </w:p>
    <w:p w:rsidR="00AF4E0B" w:rsidRDefault="00AF4E0B" w:rsidP="00AF4E0B">
      <w:pPr>
        <w:pStyle w:val="Liste"/>
      </w:pPr>
      <w:r>
        <w:t>d)</w:t>
      </w:r>
      <w:r>
        <w:tab/>
      </w:r>
      <w:r w:rsidR="005516F9">
        <w:t xml:space="preserve">3 :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m:rPr>
                <m:nor/>
              </m:rPr>
              <w:rPr>
                <w:sz w:val="36"/>
                <w:szCs w:val="28"/>
              </w:rPr>
              <m:t>1</m:t>
            </m:r>
          </m:num>
          <m:den>
            <m:r>
              <m:rPr>
                <m:nor/>
              </m:rPr>
              <w:rPr>
                <w:sz w:val="36"/>
                <w:szCs w:val="28"/>
              </w:rPr>
              <m:t>2</m:t>
            </m:r>
          </m:den>
        </m:f>
      </m:oMath>
      <w:r>
        <w:t xml:space="preserve"> </w:t>
      </w:r>
      <w:r>
        <w:rPr>
          <w:rFonts w:eastAsiaTheme="minorEastAsia"/>
        </w:rPr>
        <w:t xml:space="preserve">= </w:t>
      </w:r>
      <w:r>
        <w:t>_</w:t>
      </w:r>
      <w:r w:rsidRPr="00026392">
        <w:rPr>
          <w:highlight w:val="yellow"/>
        </w:rPr>
        <w:t>...</w:t>
      </w:r>
      <w:r>
        <w:t>_</w:t>
      </w:r>
    </w:p>
    <w:p w:rsidR="00963D31" w:rsidRPr="00026392" w:rsidRDefault="00963D31" w:rsidP="00963D31">
      <w:pPr>
        <w:rPr>
          <w:rFonts w:cs="Arial"/>
          <w:szCs w:val="32"/>
        </w:rPr>
      </w:pPr>
    </w:p>
    <w:p w:rsidR="00963D31" w:rsidRDefault="00963D31" w:rsidP="00026392">
      <w:pPr>
        <w:pStyle w:val="berschrift4"/>
      </w:pPr>
      <w:r>
        <w:t>Aufgabe 2</w:t>
      </w:r>
    </w:p>
    <w:p w:rsidR="00963D31" w:rsidRDefault="00963D31" w:rsidP="00963D31">
      <w:r>
        <w:t>Berechne.</w:t>
      </w:r>
    </w:p>
    <w:p w:rsidR="00963D31" w:rsidRDefault="00026392" w:rsidP="00026392">
      <w:pPr>
        <w:pStyle w:val="Liste"/>
        <w:rPr>
          <w:rFonts w:eastAsiaTheme="minorHAnsi"/>
        </w:rPr>
      </w:pPr>
      <w:r>
        <w:rPr>
          <w:rFonts w:eastAsiaTheme="minorHAnsi"/>
        </w:rPr>
        <w:t>a)</w:t>
      </w:r>
      <w:r>
        <w:rPr>
          <w:rFonts w:eastAsiaTheme="minorHAnsi"/>
        </w:rPr>
        <w:tab/>
      </w:r>
      <w:r w:rsidR="005516F9" w:rsidRPr="005516F9">
        <w:rPr>
          <w:rFonts w:eastAsiaTheme="minorHAnsi"/>
        </w:rPr>
        <w:t xml:space="preserve">5,3 </w:t>
      </w:r>
      <w:proofErr w:type="spellStart"/>
      <w:r w:rsidR="005516F9" w:rsidRPr="005516F9">
        <w:rPr>
          <w:rFonts w:eastAsiaTheme="minorHAnsi"/>
        </w:rPr>
        <w:t>dm</w:t>
      </w:r>
      <w:proofErr w:type="spellEnd"/>
      <w:r w:rsidR="005516F9" w:rsidRPr="005516F9">
        <w:rPr>
          <w:rFonts w:eastAsiaTheme="minorHAnsi"/>
        </w:rPr>
        <w:t xml:space="preserve"> + 48 cm =</w:t>
      </w:r>
      <w:r w:rsidR="005516F9">
        <w:rPr>
          <w:rFonts w:eastAsiaTheme="minorHAnsi"/>
        </w:rPr>
        <w:t xml:space="preserve"> </w:t>
      </w:r>
      <w:r>
        <w:t>_</w:t>
      </w:r>
      <w:r w:rsidRPr="00026392">
        <w:rPr>
          <w:highlight w:val="yellow"/>
        </w:rPr>
        <w:t>...</w:t>
      </w:r>
      <w:r>
        <w:t>_</w:t>
      </w:r>
      <w:r w:rsidR="00963D31">
        <w:t xml:space="preserve"> </w:t>
      </w:r>
      <w:r w:rsidR="005516F9">
        <w:t>c</w:t>
      </w:r>
      <w:r w:rsidR="00963D31">
        <w:t>m</w:t>
      </w:r>
    </w:p>
    <w:p w:rsidR="00963D31" w:rsidRDefault="00026392" w:rsidP="00026392">
      <w:pPr>
        <w:pStyle w:val="Liste"/>
        <w:rPr>
          <w:rFonts w:eastAsiaTheme="minorHAnsi"/>
        </w:rPr>
      </w:pPr>
      <w:r>
        <w:t>b)</w:t>
      </w:r>
      <w:r>
        <w:tab/>
      </w:r>
      <w:r w:rsidR="005516F9">
        <w:t>1,5 h +</w:t>
      </w:r>
      <w:r w:rsidR="005516F9" w:rsidRPr="00E334B6">
        <w:t xml:space="preserve"> </w:t>
      </w:r>
      <w:r>
        <w:t>_</w:t>
      </w:r>
      <w:r w:rsidRPr="00026392">
        <w:rPr>
          <w:highlight w:val="yellow"/>
        </w:rPr>
        <w:t>...</w:t>
      </w:r>
      <w:r>
        <w:t>_</w:t>
      </w:r>
      <w:r w:rsidR="00963D31">
        <w:t xml:space="preserve"> </w:t>
      </w:r>
      <w:r w:rsidR="005516F9" w:rsidRPr="005516F9">
        <w:t>min = 3 h 5 min</w:t>
      </w:r>
    </w:p>
    <w:p w:rsidR="00AF4E0B" w:rsidRDefault="00AF4E0B">
      <w:pPr>
        <w:spacing w:after="0" w:line="240" w:lineRule="auto"/>
        <w:rPr>
          <w:rFonts w:eastAsia="Times New Roman"/>
          <w:lang w:eastAsia="de-DE"/>
        </w:rPr>
      </w:pPr>
      <w:r>
        <w:rPr>
          <w:rFonts w:eastAsia="Times New Roman"/>
          <w:lang w:eastAsia="de-DE"/>
        </w:rPr>
        <w:br w:type="page"/>
      </w:r>
    </w:p>
    <w:p w:rsidR="00963D31" w:rsidRDefault="00963D31" w:rsidP="00026392">
      <w:pPr>
        <w:pStyle w:val="berschrift4"/>
      </w:pPr>
      <w:r>
        <w:lastRenderedPageBreak/>
        <w:t>Aufgabe 3</w:t>
      </w:r>
    </w:p>
    <w:p w:rsidR="00963D31" w:rsidRDefault="005516F9" w:rsidP="00963D31">
      <w:r w:rsidRPr="005516F9">
        <w:t xml:space="preserve">Kreuze die richtige Größe </w:t>
      </w:r>
      <w:r>
        <w:t>für das Volumen einer Tasse an.</w:t>
      </w:r>
    </w:p>
    <w:p w:rsidR="00963D31" w:rsidRDefault="00963D31" w:rsidP="00963D31"/>
    <w:p w:rsidR="005516F9" w:rsidRDefault="005516F9" w:rsidP="00963D31"/>
    <w:tbl>
      <w:tblPr>
        <w:tblStyle w:val="Tabellenraster"/>
        <w:tblW w:w="0" w:type="auto"/>
        <w:tblInd w:w="704" w:type="dxa"/>
        <w:tblLook w:val="04A0" w:firstRow="1" w:lastRow="0" w:firstColumn="1" w:lastColumn="0" w:noHBand="0" w:noVBand="1"/>
      </w:tblPr>
      <w:tblGrid>
        <w:gridCol w:w="1880"/>
        <w:gridCol w:w="1880"/>
        <w:gridCol w:w="1880"/>
      </w:tblGrid>
      <w:tr w:rsidR="005516F9" w:rsidTr="00F24BED">
        <w:trPr>
          <w:trHeight w:val="56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pPr>
              <w:spacing w:after="0" w:line="240" w:lineRule="auto"/>
              <w:jc w:val="center"/>
            </w:pPr>
            <w:r>
              <w:t>32 mm</w:t>
            </w:r>
            <w:r w:rsidRPr="005516F9">
              <w:rPr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pPr>
              <w:spacing w:after="0" w:line="240" w:lineRule="auto"/>
              <w:jc w:val="center"/>
            </w:pPr>
            <w:r>
              <w:t>3,2 cm</w:t>
            </w:r>
            <w:r w:rsidRPr="005516F9">
              <w:rPr>
                <w:sz w:val="36"/>
                <w:szCs w:val="36"/>
                <w:vertAlign w:val="superscript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pPr>
              <w:spacing w:after="0" w:line="240" w:lineRule="auto"/>
              <w:jc w:val="center"/>
            </w:pPr>
            <w:r>
              <w:t>0,32 dm</w:t>
            </w:r>
            <w:r w:rsidRPr="005516F9">
              <w:rPr>
                <w:sz w:val="36"/>
                <w:szCs w:val="36"/>
                <w:vertAlign w:val="superscript"/>
              </w:rPr>
              <w:t>3</w:t>
            </w:r>
          </w:p>
        </w:tc>
      </w:tr>
      <w:tr w:rsidR="005516F9" w:rsidTr="00F24BED">
        <w:trPr>
          <w:trHeight w:val="567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Pr="00026392" w:rsidRDefault="005516F9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Pr="00026392" w:rsidRDefault="005516F9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Pr="00026392" w:rsidRDefault="005516F9" w:rsidP="00F24BED">
            <w:pPr>
              <w:spacing w:after="0" w:line="240" w:lineRule="auto"/>
              <w:jc w:val="center"/>
              <w:rPr>
                <w:szCs w:val="32"/>
              </w:rPr>
            </w:pPr>
            <w:r w:rsidRPr="00026392">
              <w:rPr>
                <w:szCs w:val="32"/>
              </w:rPr>
              <w:t>_</w:t>
            </w:r>
            <w:r w:rsidRPr="00026392">
              <w:rPr>
                <w:szCs w:val="32"/>
                <w:highlight w:val="yellow"/>
              </w:rPr>
              <w:t>...</w:t>
            </w:r>
            <w:r w:rsidRPr="00026392">
              <w:rPr>
                <w:szCs w:val="32"/>
              </w:rPr>
              <w:t>_</w:t>
            </w:r>
          </w:p>
        </w:tc>
      </w:tr>
    </w:tbl>
    <w:p w:rsidR="00963D31" w:rsidRDefault="005516F9" w:rsidP="00963D31">
      <w:r w:rsidRPr="0010348A">
        <w:rPr>
          <w:noProof/>
          <w:lang w:eastAsia="de-DE"/>
        </w:rPr>
        <w:drawing>
          <wp:anchor distT="0" distB="0" distL="114300" distR="114300" simplePos="0" relativeHeight="251681792" behindDoc="0" locked="0" layoutInCell="1" allowOverlap="1" wp14:anchorId="624D4BC0" wp14:editId="4A5FF7C4">
            <wp:simplePos x="0" y="0"/>
            <wp:positionH relativeFrom="margin">
              <wp:posOffset>1817370</wp:posOffset>
            </wp:positionH>
            <wp:positionV relativeFrom="paragraph">
              <wp:posOffset>263525</wp:posOffset>
            </wp:positionV>
            <wp:extent cx="1912620" cy="1912620"/>
            <wp:effectExtent l="0" t="0" r="0" b="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262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6392" w:rsidRDefault="00026392" w:rsidP="00026392"/>
    <w:p w:rsidR="005516F9" w:rsidRDefault="005516F9" w:rsidP="00026392"/>
    <w:p w:rsidR="005516F9" w:rsidRDefault="005516F9" w:rsidP="00026392"/>
    <w:p w:rsidR="005516F9" w:rsidRDefault="005516F9" w:rsidP="00026392"/>
    <w:p w:rsidR="005516F9" w:rsidRDefault="005516F9" w:rsidP="00026392"/>
    <w:tbl>
      <w:tblPr>
        <w:tblStyle w:val="Tabellenraster"/>
        <w:tblpPr w:leftFromText="113" w:rightFromText="113" w:bottomFromText="120" w:vertAnchor="text" w:horzAnchor="margin" w:tblpXSpec="right" w:tblpY="249"/>
        <w:tblW w:w="0" w:type="auto"/>
        <w:tblInd w:w="0" w:type="dxa"/>
        <w:tblLook w:val="04A0" w:firstRow="1" w:lastRow="0" w:firstColumn="1" w:lastColumn="0" w:noHBand="0" w:noVBand="1"/>
      </w:tblPr>
      <w:tblGrid>
        <w:gridCol w:w="3169"/>
        <w:gridCol w:w="750"/>
        <w:gridCol w:w="750"/>
        <w:gridCol w:w="732"/>
        <w:gridCol w:w="750"/>
        <w:gridCol w:w="750"/>
        <w:gridCol w:w="750"/>
        <w:gridCol w:w="572"/>
      </w:tblGrid>
      <w:tr w:rsidR="005516F9" w:rsidTr="005516F9">
        <w:trPr>
          <w:trHeight w:val="56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1a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1b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1c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1d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2a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2b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3</w:t>
            </w:r>
          </w:p>
        </w:tc>
      </w:tr>
      <w:tr w:rsidR="005516F9" w:rsidTr="005516F9">
        <w:trPr>
          <w:trHeight w:val="56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Erreichte Punktzahl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6F9" w:rsidRDefault="005516F9" w:rsidP="005516F9"/>
        </w:tc>
      </w:tr>
      <w:tr w:rsidR="005516F9" w:rsidTr="005516F9">
        <w:trPr>
          <w:trHeight w:val="567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Mögliche Punktzahl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6F9" w:rsidRDefault="005516F9" w:rsidP="005516F9">
            <w:r>
              <w:t>1</w:t>
            </w:r>
          </w:p>
        </w:tc>
      </w:tr>
    </w:tbl>
    <w:p w:rsidR="00AF4E0B" w:rsidRDefault="00AF4E0B" w:rsidP="00026392"/>
    <w:p w:rsidR="00AF4E0B" w:rsidRPr="00026392" w:rsidRDefault="00AF4E0B" w:rsidP="00026392"/>
    <w:p w:rsidR="00026392" w:rsidRDefault="00026392">
      <w:pPr>
        <w:spacing w:after="0" w:line="240" w:lineRule="auto"/>
        <w:rPr>
          <w:rFonts w:eastAsia="Calibri" w:cs="Arial"/>
          <w:bCs/>
          <w:kern w:val="32"/>
          <w:sz w:val="30"/>
          <w:szCs w:val="32"/>
        </w:rPr>
      </w:pPr>
      <w:r>
        <w:rPr>
          <w:b/>
        </w:rPr>
        <w:br w:type="page"/>
      </w:r>
    </w:p>
    <w:p w:rsidR="00963D31" w:rsidRDefault="00963D31" w:rsidP="00026392">
      <w:pPr>
        <w:pStyle w:val="berschrift4"/>
      </w:pPr>
      <w:r>
        <w:lastRenderedPageBreak/>
        <w:t>Aufgabe 4</w:t>
      </w:r>
    </w:p>
    <w:p w:rsidR="00963D31" w:rsidRDefault="00963D31" w:rsidP="00026392">
      <w:r>
        <w:t>Der Pfeil zeigt auf eine Zahl.</w:t>
      </w:r>
    </w:p>
    <w:bookmarkStart w:id="0" w:name="_Hlk22200239"/>
    <w:p w:rsidR="00963D31" w:rsidRDefault="005516F9" w:rsidP="00963D31">
      <w:pPr>
        <w:rPr>
          <w:rFonts w:eastAsia="Times New Roman"/>
          <w:lang w:eastAsia="de-DE"/>
        </w:rPr>
      </w:pPr>
      <w:r>
        <w:rPr>
          <w:rFonts w:eastAsia="Times New Roman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57785</wp:posOffset>
                </wp:positionV>
                <wp:extent cx="6115050" cy="1477010"/>
                <wp:effectExtent l="0" t="0" r="0" b="8890"/>
                <wp:wrapNone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0" cy="1477010"/>
                          <a:chOff x="0" y="0"/>
                          <a:chExt cx="6115050" cy="1477010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289560"/>
                            <a:ext cx="61150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9" name="Rechteck 9"/>
                        <wps:cNvSpPr/>
                        <wps:spPr>
                          <a:xfrm>
                            <a:off x="419100" y="320040"/>
                            <a:ext cx="845820" cy="4114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Pfeil nach unten 26"/>
                        <wps:cNvSpPr/>
                        <wps:spPr>
                          <a:xfrm>
                            <a:off x="701040" y="609600"/>
                            <a:ext cx="262890" cy="476250"/>
                          </a:xfrm>
                          <a:prstGeom prst="downArrow">
                            <a:avLst/>
                          </a:prstGeom>
                          <a:solidFill>
                            <a:srgbClr val="FF0000"/>
                          </a:solidFill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426720" y="0"/>
                            <a:ext cx="830580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516F9" w:rsidRPr="005516F9" w:rsidRDefault="005516F9" w:rsidP="005516F9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  <w:rPr>
                                  <w:sz w:val="4"/>
                                  <w:szCs w:val="4"/>
                                </w:rPr>
                              </w:pPr>
                            </w:p>
                            <w:p w:rsidR="007671E0" w:rsidRDefault="007671E0" w:rsidP="005516F9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</w:pPr>
                              <w:r>
                                <w:t>_</w:t>
                              </w:r>
                              <w:r w:rsidRPr="007671E0">
                                <w:rPr>
                                  <w:highlight w:val="yellow"/>
                                </w:rPr>
                                <w:t>...</w:t>
                              </w:r>
                              <w:r>
                                <w:t>_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-10.5pt;margin-top:4.55pt;width:481.5pt;height:116.3pt;z-index:251686912" coordsize="61150,147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a0qIdrHrQA6ihWDLuWigAooooAKKKKACiiigAooooAKK&#10;KKACiiigAooooAKKKKACiimtMiNtY0AOooByM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vz7/wCDpb/lBd8a/wDrt4Z/9STT&#10;K/QSvz7/AODpb/lBd8a/+u3hn/1JNMoA/QSiiigAooooAKKKKACiiigAooooAKKKKACiiigAoooo&#10;AKKKKACvzb+FP/K1Z8Uf+zQdP/8AT1ZV+klfm38Kf+Vqz4o/9mg6f/6erKgD9J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/Pv8A4Olv+UF3xr/67eGf/Uk0yv0Er8+/+Dpb&#10;/lBd8a/+u3hn/wBSTTKAP0EooooAKKKKACiiigAooooAKKKKACiiigAooooAKKKKACiiigAr82/h&#10;T/ytWfFH/s0HT/8A09WVfpJX5t/Cn/las+KP/ZoOn/8Ap6sqAP0k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+X/wDgtZ/yiS/aN/7I/rn/AKSSV+Kn/Bkb/wAnk/Gb/smVt/6cYq/av/gtZ/yiS/aN&#10;/wCyP65/6SSV+Kn/AAZG/wDJ5Pxm/wCyZW3/AKcYqAP6S6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bJII&#10;+1AHzD/wWs/5RJftG/8AZH9c/wDSSSvxU/4Mjf8Ak8n4zf8AZMrb/wBOMVftT/wWqlD/APBJP9ox&#10;VXn/AIU/rn/pJJX4q/8ABkgfL/bJ+Mu7v8M7b/04RUAf0mUU0yqOopVYOu4UAL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8" o:spid="_x0000_s1027" type="#_x0000_t75" style="position:absolute;top:2895;width:61150;height:11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">
                  <v:imagedata r:id="rId10" o:title=""/>
                  <v:path arrowok="t"/>
                </v:shape>
                <v:rect id="Rechteck 9" o:spid="_x0000_s1028" style="position:absolute;left:4191;top:3200;width:8458;height:4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" fillcolor="white [3212]" stroked="f" strokeweight="2pt"/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Pfeil nach unten 26" o:spid="_x0000_s1029" type="#_x0000_t67" style="position:absolute;left:7010;top:6096;width:2629;height:4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" adj="15638" fillcolor="red" strokecolor="black [3213]" strokeweight="1.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4267;width:8306;height:63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:rsidR="005516F9" w:rsidRPr="005516F9" w:rsidRDefault="005516F9" w:rsidP="005516F9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  <w:rPr>
                            <w:sz w:val="4"/>
                            <w:szCs w:val="4"/>
                          </w:rPr>
                        </w:pPr>
                      </w:p>
                      <w:p w:rsidR="007671E0" w:rsidRDefault="007671E0" w:rsidP="005516F9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</w:pPr>
                        <w:r>
                          <w:t>_</w:t>
                        </w:r>
                        <w:r w:rsidRPr="007671E0">
                          <w:rPr>
                            <w:highlight w:val="yellow"/>
                          </w:rPr>
                          <w:t>...</w:t>
                        </w:r>
                        <w:r>
                          <w:t>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3D31" w:rsidRDefault="00963D31" w:rsidP="00963D31"/>
    <w:p w:rsidR="00963D31" w:rsidRDefault="00963D31" w:rsidP="00963D31"/>
    <w:p w:rsidR="00026392" w:rsidRDefault="00026392" w:rsidP="00963D31"/>
    <w:p w:rsidR="00026392" w:rsidRDefault="00026392" w:rsidP="00963D31"/>
    <w:p w:rsidR="00963D31" w:rsidRDefault="005516F9" w:rsidP="007671E0">
      <w:r>
        <w:t>a)</w:t>
      </w:r>
      <w:r>
        <w:tab/>
      </w:r>
      <w:r w:rsidR="00963D31">
        <w:t>Notiere die Zahl über dem Pfeil.</w:t>
      </w:r>
    </w:p>
    <w:p w:rsidR="00963D31" w:rsidRDefault="005516F9" w:rsidP="007671E0">
      <w:r>
        <w:t>b)</w:t>
      </w:r>
      <w:r>
        <w:tab/>
      </w:r>
      <w:r w:rsidR="00963D31">
        <w:t xml:space="preserve">Zeichne einen zweiten Pfeil ein, der auf die Zahl </w:t>
      </w:r>
      <m:oMath>
        <m:f>
          <m:fPr>
            <m:ctrlPr>
              <w:rPr>
                <w:rFonts w:ascii="Cambria Math" w:hAnsi="Cambria Math"/>
                <w:i/>
                <w:sz w:val="36"/>
                <w:szCs w:val="28"/>
              </w:rPr>
            </m:ctrlPr>
          </m:fPr>
          <m:num>
            <m:r>
              <m:rPr>
                <m:nor/>
              </m:rPr>
              <w:rPr>
                <w:sz w:val="36"/>
                <w:szCs w:val="28"/>
              </w:rPr>
              <m:t>2</m:t>
            </m:r>
          </m:num>
          <m:den>
            <m:r>
              <m:rPr>
                <m:nor/>
              </m:rPr>
              <w:rPr>
                <w:sz w:val="36"/>
                <w:szCs w:val="28"/>
              </w:rPr>
              <m:t>5</m:t>
            </m:r>
          </m:den>
        </m:f>
      </m:oMath>
      <w:r w:rsidR="00963D31">
        <w:rPr>
          <w:sz w:val="28"/>
          <w:szCs w:val="28"/>
        </w:rPr>
        <w:t xml:space="preserve"> </w:t>
      </w:r>
      <w:r w:rsidR="00963D31">
        <w:rPr>
          <w:rFonts w:cs="Arial"/>
        </w:rPr>
        <w:t>zeigt.</w:t>
      </w:r>
    </w:p>
    <w:p w:rsidR="007671E0" w:rsidRDefault="007671E0">
      <w:pPr>
        <w:spacing w:after="0" w:line="240" w:lineRule="auto"/>
        <w:rPr>
          <w:rFonts w:asciiTheme="minorBidi" w:hAnsiTheme="minorBidi" w:cstheme="minorBidi"/>
          <w:szCs w:val="22"/>
        </w:rPr>
      </w:pPr>
      <w:r>
        <w:rPr>
          <w:rFonts w:asciiTheme="minorBidi" w:hAnsiTheme="minorBidi" w:cstheme="minorBidi"/>
          <w:szCs w:val="22"/>
        </w:rPr>
        <w:br w:type="page"/>
      </w:r>
    </w:p>
    <w:p w:rsidR="00963D31" w:rsidRDefault="00963D31" w:rsidP="007671E0">
      <w:pPr>
        <w:pStyle w:val="berschrift4"/>
      </w:pPr>
      <w:r>
        <w:lastRenderedPageBreak/>
        <w:t>Aufgabe 5</w:t>
      </w:r>
    </w:p>
    <w:p w:rsidR="00963D31" w:rsidRDefault="007671E0" w:rsidP="007671E0">
      <w:pPr>
        <w:pStyle w:val="Liste"/>
      </w:pPr>
      <w:r>
        <w:t>a)</w:t>
      </w:r>
      <w:r>
        <w:tab/>
      </w:r>
      <w:r w:rsidR="00AD7C60" w:rsidRPr="00AD7C60">
        <w:t>Berechne den Wert des Terms 4x + 9 – 7x für x = 3.</w:t>
      </w:r>
    </w:p>
    <w:p w:rsidR="007671E0" w:rsidRDefault="007671E0" w:rsidP="007671E0">
      <w:pPr>
        <w:pStyle w:val="Liste2"/>
      </w:pPr>
      <w:r>
        <w:t>_</w:t>
      </w:r>
      <w:r w:rsidRPr="007671E0">
        <w:rPr>
          <w:highlight w:val="yellow"/>
        </w:rPr>
        <w:t>...</w:t>
      </w:r>
      <w:r>
        <w:t>_</w:t>
      </w:r>
    </w:p>
    <w:p w:rsidR="007671E0" w:rsidRDefault="007671E0" w:rsidP="007671E0">
      <w:pPr>
        <w:pStyle w:val="Liste"/>
      </w:pPr>
    </w:p>
    <w:p w:rsidR="00963D31" w:rsidRDefault="007671E0" w:rsidP="007671E0">
      <w:pPr>
        <w:pStyle w:val="Liste"/>
      </w:pPr>
      <w:r>
        <w:t>b)</w:t>
      </w:r>
      <w:r>
        <w:tab/>
        <w:t>L</w:t>
      </w:r>
      <w:r w:rsidR="00963D31">
        <w:t>ena hat be</w:t>
      </w:r>
      <w:r w:rsidR="00AD7C60">
        <w:t>gonnen, die Gleichung zu lösen.</w:t>
      </w:r>
      <w:r w:rsidR="00AD7C60">
        <w:br/>
      </w:r>
      <w:r w:rsidR="00963D31">
        <w:t>Führe den Rechenweg zu Ende.</w:t>
      </w:r>
    </w:p>
    <w:p w:rsidR="00AD7C60" w:rsidRDefault="00AD7C60" w:rsidP="00AD7C60">
      <w:pPr>
        <w:pStyle w:val="Liste2"/>
      </w:pPr>
      <w:r>
        <w:t xml:space="preserve">– 12x + 7 = 19 + 3x – 27 | – 3x </w:t>
      </w:r>
    </w:p>
    <w:p w:rsidR="00AD7C60" w:rsidRDefault="00AD7C60" w:rsidP="00AD7C60">
      <w:pPr>
        <w:pStyle w:val="Liste2"/>
      </w:pPr>
      <w:r>
        <w:t>– 15x + 7 = 19 – 27 | _</w:t>
      </w:r>
      <w:r w:rsidRPr="007671E0">
        <w:rPr>
          <w:highlight w:val="yellow"/>
        </w:rPr>
        <w:t>...</w:t>
      </w:r>
      <w:r>
        <w:t>_</w:t>
      </w:r>
    </w:p>
    <w:p w:rsidR="00963D31" w:rsidRDefault="00AD7C60" w:rsidP="00AD7C60">
      <w:pPr>
        <w:pStyle w:val="Liste2"/>
      </w:pPr>
      <w:r>
        <w:t xml:space="preserve">– 15x + 7 = </w:t>
      </w:r>
      <w:r w:rsidR="007671E0">
        <w:t>_</w:t>
      </w:r>
      <w:r w:rsidR="007671E0" w:rsidRPr="007671E0">
        <w:rPr>
          <w:highlight w:val="yellow"/>
        </w:rPr>
        <w:t>...</w:t>
      </w:r>
      <w:r w:rsidR="007671E0">
        <w:t>_</w:t>
      </w:r>
    </w:p>
    <w:p w:rsidR="00963D31" w:rsidRDefault="00963D31" w:rsidP="00963D31">
      <w:pPr>
        <w:tabs>
          <w:tab w:val="left" w:pos="284"/>
        </w:tabs>
      </w:pPr>
    </w:p>
    <w:p w:rsidR="00AD7C60" w:rsidRDefault="0073025C" w:rsidP="00AD7C60">
      <w:pPr>
        <w:tabs>
          <w:tab w:val="left" w:pos="426"/>
        </w:tabs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88960" behindDoc="1" locked="0" layoutInCell="1" allowOverlap="1" wp14:anchorId="267CFA60" wp14:editId="239E0C3E">
                <wp:simplePos x="0" y="0"/>
                <wp:positionH relativeFrom="column">
                  <wp:posOffset>4204335</wp:posOffset>
                </wp:positionH>
                <wp:positionV relativeFrom="paragraph">
                  <wp:posOffset>394335</wp:posOffset>
                </wp:positionV>
                <wp:extent cx="988695" cy="2823210"/>
                <wp:effectExtent l="57150" t="0" r="20955" b="91440"/>
                <wp:wrapNone/>
                <wp:docPr id="12" name="Gruppieren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695" cy="2823210"/>
                          <a:chOff x="844934" y="0"/>
                          <a:chExt cx="460515" cy="1314333"/>
                        </a:xfrm>
                      </wpg:grpSpPr>
                      <pic:pic xmlns:pic="http://schemas.openxmlformats.org/drawingml/2006/picture">
                        <pic:nvPicPr>
                          <pic:cNvPr id="18" name="Grafik 18" descr="tulpen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54"/>
                          <a:stretch/>
                        </pic:blipFill>
                        <pic:spPr bwMode="auto">
                          <a:xfrm>
                            <a:off x="966994" y="0"/>
                            <a:ext cx="338455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" name="Trapezoid 20"/>
                        <wps:cNvSpPr/>
                        <wps:spPr>
                          <a:xfrm>
                            <a:off x="844934" y="630333"/>
                            <a:ext cx="432000" cy="684000"/>
                          </a:xfrm>
                          <a:prstGeom prst="trapezoid">
                            <a:avLst/>
                          </a:prstGeom>
                          <a:solidFill>
                            <a:srgbClr val="FFC000"/>
                          </a:solidFill>
                        </wps:spPr>
                        <wps:style>
                          <a:lnRef idx="1">
                            <a:schemeClr val="dk1"/>
                          </a:lnRef>
                          <a:fillRef idx="2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673E1D" id="Gruppieren 12" o:spid="_x0000_s1026" style="position:absolute;margin-left:331.05pt;margin-top:31.05pt;width:77.85pt;height:222.3pt;z-index:-251627520;mso-width-relative:margin;mso-height-relative:margin" coordorigin="8449" coordsize="4605,131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">
                <v:shape id="Grafik 18" o:spid="_x0000_s1027" type="#_x0000_t75" alt="tulpen.jpg" style="position:absolute;left:9669;width:3385;height:88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">
                  <v:imagedata r:id="rId12" o:title="tulpen" cropleft="30641f"/>
                  <v:path arrowok="t"/>
                </v:shape>
                <v:shape id="Trapezoid 20" o:spid="_x0000_s1028" style="position:absolute;left:8449;top:6303;width:4320;height:6840;visibility:visible;mso-wrap-style:square;v-text-anchor:middle" coordsize="432000,68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" path="m,684000l108000,,324000,,432000,684000,,684000xe" fillcolor="#ffc000" strokecolor="black [3040]">
                  <v:shadow on="t" color="black" opacity="24903f" origin=",.5" offset="0,.55556mm"/>
                  <v:path arrowok="t" o:connecttype="custom" o:connectlocs="0,684000;108000,0;324000,0;432000,684000;0,684000" o:connectangles="0,0,0,0,0"/>
                </v:shape>
              </v:group>
            </w:pict>
          </mc:Fallback>
        </mc:AlternateContent>
      </w:r>
      <w:r w:rsidR="00AD7C60">
        <w:t>Miriam kauft 7 Tulpen und eine Vase. Die Vase kostet 9,80 €.</w:t>
      </w:r>
    </w:p>
    <w:p w:rsidR="00AD7C60" w:rsidRDefault="00AD7C60" w:rsidP="00AD7C60">
      <w:r>
        <w:t>Insgesamt bezahlt Miriam 18,20 €.</w:t>
      </w:r>
    </w:p>
    <w:tbl>
      <w:tblPr>
        <w:tblStyle w:val="Tabellenraster"/>
        <w:tblpPr w:leftFromText="141" w:rightFromText="141" w:bottomFromText="120" w:vertAnchor="text" w:horzAnchor="margin" w:tblpXSpec="right" w:tblpY="4365"/>
        <w:tblW w:w="0" w:type="auto"/>
        <w:tblInd w:w="0" w:type="dxa"/>
        <w:tblLook w:val="04A0" w:firstRow="1" w:lastRow="0" w:firstColumn="1" w:lastColumn="0" w:noHBand="0" w:noVBand="1"/>
      </w:tblPr>
      <w:tblGrid>
        <w:gridCol w:w="3546"/>
        <w:gridCol w:w="804"/>
        <w:gridCol w:w="804"/>
        <w:gridCol w:w="804"/>
        <w:gridCol w:w="804"/>
        <w:gridCol w:w="785"/>
      </w:tblGrid>
      <w:tr w:rsidR="0073025C" w:rsidTr="0073025C">
        <w:trPr>
          <w:trHeight w:val="56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25C" w:rsidRPr="00FF03C0" w:rsidRDefault="0073025C" w:rsidP="0073025C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4a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4b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5a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5b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5c</w:t>
            </w:r>
          </w:p>
        </w:tc>
      </w:tr>
      <w:tr w:rsidR="0073025C" w:rsidTr="0073025C">
        <w:trPr>
          <w:trHeight w:val="56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Erreichte Punktzahl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73025C" w:rsidTr="0073025C">
        <w:trPr>
          <w:trHeight w:val="567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Mögliche Punktzahl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3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FF03C0" w:rsidRDefault="0073025C" w:rsidP="0073025C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F03C0">
              <w:rPr>
                <w:sz w:val="32"/>
                <w:szCs w:val="32"/>
              </w:rPr>
              <w:t>1</w:t>
            </w:r>
          </w:p>
        </w:tc>
      </w:tr>
    </w:tbl>
    <w:p w:rsidR="00FF03C0" w:rsidRDefault="00AD7C60" w:rsidP="00AD7C60">
      <w:pPr>
        <w:pStyle w:val="Liste"/>
      </w:pPr>
      <w:r>
        <w:t>c)</w:t>
      </w:r>
      <w:r>
        <w:tab/>
        <w:t xml:space="preserve">Stelle eine Gleichung auf, </w:t>
      </w:r>
      <w:r w:rsidR="0073025C">
        <w:br/>
      </w:r>
      <w:r>
        <w:t xml:space="preserve">mit der du den Preis für eine </w:t>
      </w:r>
      <w:r w:rsidR="0073025C">
        <w:br/>
      </w:r>
      <w:r>
        <w:t>Tulpe berechnen kannst.</w:t>
      </w:r>
      <w:r>
        <w:br/>
        <w:t>(Hinweis: Du musst die</w:t>
      </w:r>
      <w:r>
        <w:br/>
        <w:t>Gleichung nicht lösen.)</w:t>
      </w:r>
      <w:r>
        <w:br/>
        <w:t>_</w:t>
      </w:r>
      <w:r w:rsidRPr="007671E0">
        <w:rPr>
          <w:highlight w:val="yellow"/>
        </w:rPr>
        <w:t>...</w:t>
      </w:r>
      <w:r>
        <w:t>_</w:t>
      </w:r>
    </w:p>
    <w:p w:rsidR="0073025C" w:rsidRDefault="0073025C" w:rsidP="00AD7C60">
      <w:pPr>
        <w:pStyle w:val="Liste"/>
      </w:pPr>
    </w:p>
    <w:p w:rsidR="0073025C" w:rsidRDefault="0073025C" w:rsidP="00AD7C60">
      <w:pPr>
        <w:pStyle w:val="Liste"/>
      </w:pPr>
    </w:p>
    <w:p w:rsidR="00FF03C0" w:rsidRDefault="00FF03C0">
      <w:pPr>
        <w:spacing w:after="0" w:line="240" w:lineRule="auto"/>
      </w:pPr>
      <w:r>
        <w:br w:type="page"/>
      </w:r>
    </w:p>
    <w:p w:rsidR="00963D31" w:rsidRDefault="00963D31" w:rsidP="00963D31">
      <w:pPr>
        <w:spacing w:after="0"/>
        <w:rPr>
          <w:b/>
          <w:sz w:val="24"/>
          <w:szCs w:val="26"/>
        </w:rPr>
        <w:sectPr w:rsidR="00963D31">
          <w:footerReference w:type="default" r:id="rId13"/>
          <w:pgSz w:w="11906" w:h="16838"/>
          <w:pgMar w:top="1701" w:right="851" w:bottom="1134" w:left="1134" w:header="426" w:footer="709" w:gutter="0"/>
          <w:cols w:space="720"/>
        </w:sectPr>
      </w:pPr>
    </w:p>
    <w:p w:rsidR="00963D31" w:rsidRDefault="00963D31" w:rsidP="00F66B09">
      <w:pPr>
        <w:pStyle w:val="berschrift4"/>
        <w:rPr>
          <w:szCs w:val="26"/>
        </w:rPr>
      </w:pPr>
      <w:r>
        <w:lastRenderedPageBreak/>
        <w:t>Aufgabe 6</w:t>
      </w:r>
    </w:p>
    <w:bookmarkEnd w:id="0"/>
    <w:p w:rsidR="0073025C" w:rsidRDefault="0073025C" w:rsidP="0073025C">
      <w:r>
        <w:t>Die Klasse 10a macht einen Ausflug mit dem Bus.</w:t>
      </w:r>
    </w:p>
    <w:p w:rsidR="0073025C" w:rsidRDefault="0073025C" w:rsidP="0073025C">
      <w:r>
        <w:t>Die Kosten für den Bus betragen insgesamt 360 €.</w:t>
      </w:r>
    </w:p>
    <w:p w:rsidR="0073025C" w:rsidRDefault="0073025C" w:rsidP="0073025C">
      <w:pPr>
        <w:pStyle w:val="Liste"/>
      </w:pPr>
      <w:r>
        <w:t>a)</w:t>
      </w:r>
      <w:r>
        <w:tab/>
        <w:t>Ermittle die Kosten pro Person, wenn 20 Personen mitfahren.</w:t>
      </w:r>
      <w:r>
        <w:br/>
        <w:t>Wenn 20 Personen mitfahren, dann betragen die Kosten pro Person _</w:t>
      </w:r>
      <w:r w:rsidRPr="007671E0">
        <w:rPr>
          <w:highlight w:val="yellow"/>
        </w:rPr>
        <w:t>...</w:t>
      </w:r>
      <w:r>
        <w:t>_ €.</w:t>
      </w:r>
    </w:p>
    <w:p w:rsidR="0073025C" w:rsidRDefault="0073025C" w:rsidP="0073025C"/>
    <w:p w:rsidR="00963D31" w:rsidRDefault="0073025C" w:rsidP="0073025C">
      <w:pPr>
        <w:pStyle w:val="Liste"/>
      </w:pPr>
      <w:r>
        <w:t>b)</w:t>
      </w:r>
      <w:r>
        <w:tab/>
        <w:t>Ergänze die folgende Wertetabelle.</w:t>
      </w:r>
    </w:p>
    <w:p w:rsidR="00963D31" w:rsidRPr="0073025C" w:rsidRDefault="00963D31" w:rsidP="0073025C"/>
    <w:tbl>
      <w:tblPr>
        <w:tblStyle w:val="Tabellenraster"/>
        <w:tblW w:w="0" w:type="auto"/>
        <w:tblInd w:w="137" w:type="dxa"/>
        <w:tblLook w:val="04A0" w:firstRow="1" w:lastRow="0" w:firstColumn="1" w:lastColumn="0" w:noHBand="0" w:noVBand="1"/>
      </w:tblPr>
      <w:tblGrid>
        <w:gridCol w:w="3686"/>
        <w:gridCol w:w="1114"/>
        <w:gridCol w:w="1114"/>
        <w:gridCol w:w="1114"/>
        <w:gridCol w:w="1114"/>
        <w:gridCol w:w="1114"/>
      </w:tblGrid>
      <w:tr w:rsidR="0073025C" w:rsidRPr="0073025C" w:rsidTr="0073025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E55E4F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Anzahl der Personen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1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4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sz w:val="32"/>
                <w:szCs w:val="32"/>
              </w:rPr>
              <w:t>_</w:t>
            </w:r>
            <w:r w:rsidRPr="0073025C">
              <w:rPr>
                <w:sz w:val="32"/>
                <w:szCs w:val="32"/>
                <w:highlight w:val="yellow"/>
              </w:rPr>
              <w:t>...</w:t>
            </w:r>
            <w:r w:rsidRPr="0073025C">
              <w:rPr>
                <w:sz w:val="32"/>
                <w:szCs w:val="32"/>
              </w:rPr>
              <w:t>_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12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24</w:t>
            </w:r>
          </w:p>
        </w:tc>
      </w:tr>
      <w:tr w:rsidR="0073025C" w:rsidRPr="0073025C" w:rsidTr="0073025C">
        <w:trPr>
          <w:trHeight w:val="56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Kosten pro Person in €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360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sz w:val="32"/>
                <w:szCs w:val="32"/>
              </w:rPr>
              <w:t>_</w:t>
            </w:r>
            <w:r w:rsidRPr="0073025C">
              <w:rPr>
                <w:sz w:val="32"/>
                <w:szCs w:val="32"/>
                <w:highlight w:val="yellow"/>
              </w:rPr>
              <w:t>...</w:t>
            </w:r>
            <w:r w:rsidRPr="0073025C">
              <w:rPr>
                <w:sz w:val="32"/>
                <w:szCs w:val="32"/>
              </w:rPr>
              <w:t>_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60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30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25C" w:rsidRPr="0073025C" w:rsidRDefault="0073025C" w:rsidP="0073025C">
            <w:pPr>
              <w:pStyle w:val="Tabelle"/>
              <w:spacing w:before="0" w:after="0"/>
              <w:rPr>
                <w:rFonts w:eastAsiaTheme="minorHAnsi"/>
                <w:sz w:val="4"/>
                <w:szCs w:val="4"/>
                <w:lang w:eastAsia="en-US"/>
              </w:rPr>
            </w:pPr>
          </w:p>
          <w:p w:rsidR="0073025C" w:rsidRPr="0073025C" w:rsidRDefault="0073025C" w:rsidP="00E55E4F">
            <w:pPr>
              <w:pStyle w:val="Tabelle"/>
              <w:spacing w:before="0" w:after="0"/>
              <w:jc w:val="center"/>
              <w:rPr>
                <w:rFonts w:eastAsiaTheme="minorHAnsi"/>
                <w:sz w:val="32"/>
                <w:szCs w:val="32"/>
                <w:lang w:eastAsia="en-US"/>
              </w:rPr>
            </w:pPr>
            <w:r w:rsidRPr="0073025C">
              <w:rPr>
                <w:rFonts w:eastAsiaTheme="minorHAnsi"/>
                <w:sz w:val="32"/>
                <w:szCs w:val="32"/>
                <w:lang w:eastAsia="en-US"/>
              </w:rPr>
              <w:t>15</w:t>
            </w:r>
          </w:p>
        </w:tc>
      </w:tr>
    </w:tbl>
    <w:p w:rsidR="0073025C" w:rsidRPr="0073025C" w:rsidRDefault="0073025C" w:rsidP="0073025C"/>
    <w:p w:rsidR="0073025C" w:rsidRPr="0073025C" w:rsidRDefault="009B5BAF" w:rsidP="009B5BAF">
      <w:pPr>
        <w:pStyle w:val="Liste"/>
      </w:pPr>
      <w:r w:rsidRPr="009B5BAF">
        <w:t>c)</w:t>
      </w:r>
      <w:r w:rsidRPr="009B5BAF">
        <w:tab/>
        <w:t>Begründe, dass die Zuordnung „Anzahl der Personen → Kosten pro Person“ antiproportional ist.</w:t>
      </w:r>
      <w:r>
        <w:br/>
      </w:r>
      <w:r w:rsidRPr="0073025C">
        <w:rPr>
          <w:szCs w:val="32"/>
        </w:rPr>
        <w:t>_</w:t>
      </w:r>
      <w:r w:rsidRPr="0073025C">
        <w:rPr>
          <w:szCs w:val="32"/>
          <w:highlight w:val="yellow"/>
        </w:rPr>
        <w:t>...</w:t>
      </w:r>
      <w:r w:rsidRPr="0073025C">
        <w:rPr>
          <w:szCs w:val="32"/>
        </w:rPr>
        <w:t>_</w:t>
      </w:r>
    </w:p>
    <w:p w:rsidR="0073025C" w:rsidRPr="0089429D" w:rsidRDefault="0073025C" w:rsidP="0073025C">
      <w:pPr>
        <w:rPr>
          <w:szCs w:val="32"/>
        </w:rPr>
      </w:pPr>
    </w:p>
    <w:p w:rsidR="009B5BAF" w:rsidRPr="0089429D" w:rsidRDefault="009B5BAF" w:rsidP="0073025C">
      <w:pPr>
        <w:rPr>
          <w:szCs w:val="32"/>
        </w:rPr>
      </w:pPr>
    </w:p>
    <w:p w:rsidR="009B5BAF" w:rsidRPr="0089429D" w:rsidRDefault="009B5BAF" w:rsidP="0073025C">
      <w:pPr>
        <w:rPr>
          <w:szCs w:val="32"/>
        </w:rPr>
      </w:pPr>
    </w:p>
    <w:tbl>
      <w:tblPr>
        <w:tblStyle w:val="Tabellenraster"/>
        <w:tblpPr w:leftFromText="141" w:rightFromText="141" w:vertAnchor="text" w:horzAnchor="margin" w:tblpXSpec="right" w:tblpY="369"/>
        <w:tblW w:w="0" w:type="auto"/>
        <w:tblInd w:w="0" w:type="dxa"/>
        <w:tblLook w:val="04A0" w:firstRow="1" w:lastRow="0" w:firstColumn="1" w:lastColumn="0" w:noHBand="0" w:noVBand="1"/>
      </w:tblPr>
      <w:tblGrid>
        <w:gridCol w:w="3169"/>
        <w:gridCol w:w="750"/>
        <w:gridCol w:w="750"/>
        <w:gridCol w:w="732"/>
      </w:tblGrid>
      <w:tr w:rsidR="0089429D" w:rsidRPr="0089429D" w:rsidTr="0089429D">
        <w:trPr>
          <w:trHeight w:val="567"/>
        </w:trPr>
        <w:tc>
          <w:tcPr>
            <w:tcW w:w="3169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6a</w:t>
            </w: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6b</w:t>
            </w:r>
          </w:p>
        </w:tc>
        <w:tc>
          <w:tcPr>
            <w:tcW w:w="732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6c</w:t>
            </w:r>
          </w:p>
        </w:tc>
      </w:tr>
      <w:tr w:rsidR="0089429D" w:rsidRPr="0089429D" w:rsidTr="0089429D">
        <w:trPr>
          <w:trHeight w:val="567"/>
        </w:trPr>
        <w:tc>
          <w:tcPr>
            <w:tcW w:w="3169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Erreichte Punktzahl</w:t>
            </w: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732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89429D" w:rsidRPr="0089429D" w:rsidTr="0089429D">
        <w:trPr>
          <w:trHeight w:val="567"/>
        </w:trPr>
        <w:tc>
          <w:tcPr>
            <w:tcW w:w="3169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Mögliche Punktzahl</w:t>
            </w: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1</w:t>
            </w:r>
          </w:p>
        </w:tc>
        <w:tc>
          <w:tcPr>
            <w:tcW w:w="750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2</w:t>
            </w:r>
          </w:p>
        </w:tc>
        <w:tc>
          <w:tcPr>
            <w:tcW w:w="732" w:type="dxa"/>
            <w:vAlign w:val="center"/>
          </w:tcPr>
          <w:p w:rsidR="0089429D" w:rsidRPr="0089429D" w:rsidRDefault="0089429D" w:rsidP="0089429D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89429D">
              <w:rPr>
                <w:sz w:val="32"/>
                <w:szCs w:val="32"/>
              </w:rPr>
              <w:t>1</w:t>
            </w:r>
          </w:p>
        </w:tc>
      </w:tr>
    </w:tbl>
    <w:p w:rsidR="009B5BAF" w:rsidRPr="0089429D" w:rsidRDefault="009B5BAF" w:rsidP="0073025C">
      <w:pPr>
        <w:rPr>
          <w:szCs w:val="32"/>
        </w:rPr>
      </w:pPr>
    </w:p>
    <w:p w:rsidR="009B5BAF" w:rsidRPr="0073025C" w:rsidRDefault="009B5BAF" w:rsidP="0073025C"/>
    <w:p w:rsidR="00AF4E0B" w:rsidRDefault="00AF4E0B">
      <w:pPr>
        <w:spacing w:after="0" w:line="240" w:lineRule="auto"/>
        <w:rPr>
          <w:rFonts w:cs="Arial"/>
          <w:sz w:val="22"/>
          <w:szCs w:val="22"/>
        </w:rPr>
      </w:pPr>
      <w:r>
        <w:br w:type="page"/>
      </w:r>
    </w:p>
    <w:p w:rsidR="00963D31" w:rsidRDefault="00963D31" w:rsidP="00560D1D">
      <w:pPr>
        <w:pStyle w:val="berschrift4"/>
      </w:pPr>
      <w:r>
        <w:lastRenderedPageBreak/>
        <w:t>Aufgabe 7</w:t>
      </w:r>
    </w:p>
    <w:p w:rsidR="00963D31" w:rsidRDefault="00963D31" w:rsidP="00963D31">
      <w:bookmarkStart w:id="1" w:name="_Hlk22204004"/>
      <w:r>
        <w:t>Der Flächeninhalt der abgebildeten Figur soll berechnet werden.</w:t>
      </w:r>
      <w:r>
        <w:rPr>
          <w:noProof/>
        </w:rPr>
        <w:t xml:space="preserve"> </w:t>
      </w:r>
    </w:p>
    <w:p w:rsidR="00963D31" w:rsidRDefault="00560D1D" w:rsidP="00560D1D">
      <w:pPr>
        <w:pStyle w:val="Liste"/>
        <w:rPr>
          <w:szCs w:val="20"/>
        </w:rPr>
      </w:pPr>
      <w:r>
        <w:t>a)</w:t>
      </w:r>
      <w:r>
        <w:tab/>
      </w:r>
      <w:r w:rsidR="00963D31">
        <w:t>Zeichne in die Grafik ein, wie du die Figur zerlegen oder ergänzen kannst.</w:t>
      </w:r>
    </w:p>
    <w:p w:rsidR="0089429D" w:rsidRDefault="00225FA9" w:rsidP="00963D31">
      <w:pPr>
        <w:jc w:val="center"/>
      </w:pPr>
      <w:r>
        <w:rPr>
          <w:noProof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5E49785" wp14:editId="6D95ACD2">
                <wp:simplePos x="0" y="0"/>
                <wp:positionH relativeFrom="column">
                  <wp:posOffset>217170</wp:posOffset>
                </wp:positionH>
                <wp:positionV relativeFrom="paragraph">
                  <wp:posOffset>27940</wp:posOffset>
                </wp:positionV>
                <wp:extent cx="5577840" cy="3021965"/>
                <wp:effectExtent l="0" t="0" r="3810" b="6985"/>
                <wp:wrapNone/>
                <wp:docPr id="23" name="Gruppieren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77840" cy="3021965"/>
                          <a:chOff x="0" y="0"/>
                          <a:chExt cx="7063740" cy="3827780"/>
                        </a:xfrm>
                      </wpg:grpSpPr>
                      <pic:pic xmlns:pic="http://schemas.openxmlformats.org/drawingml/2006/picture">
                        <pic:nvPicPr>
                          <pic:cNvPr id="25" name="Grafik 25" descr="Figur 3 Höhe 62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099" b="5975"/>
                          <a:stretch/>
                        </pic:blipFill>
                        <pic:spPr bwMode="auto">
                          <a:xfrm>
                            <a:off x="0" y="0"/>
                            <a:ext cx="7063740" cy="3827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7" name="Freihandform 27"/>
                        <wps:cNvSpPr/>
                        <wps:spPr>
                          <a:xfrm>
                            <a:off x="746760" y="548640"/>
                            <a:ext cx="5547360" cy="2758440"/>
                          </a:xfrm>
                          <a:custGeom>
                            <a:avLst/>
                            <a:gdLst>
                              <a:gd name="connsiteX0" fmla="*/ 0 w 5547360"/>
                              <a:gd name="connsiteY0" fmla="*/ 1379220 h 2758440"/>
                              <a:gd name="connsiteX1" fmla="*/ 2796540 w 5547360"/>
                              <a:gd name="connsiteY1" fmla="*/ 1371600 h 2758440"/>
                              <a:gd name="connsiteX2" fmla="*/ 2804160 w 5547360"/>
                              <a:gd name="connsiteY2" fmla="*/ 0 h 2758440"/>
                              <a:gd name="connsiteX3" fmla="*/ 5547360 w 5547360"/>
                              <a:gd name="connsiteY3" fmla="*/ 0 h 2758440"/>
                              <a:gd name="connsiteX4" fmla="*/ 4175760 w 5547360"/>
                              <a:gd name="connsiteY4" fmla="*/ 2758440 h 2758440"/>
                              <a:gd name="connsiteX5" fmla="*/ 2781300 w 5547360"/>
                              <a:gd name="connsiteY5" fmla="*/ 2758440 h 2758440"/>
                              <a:gd name="connsiteX6" fmla="*/ 0 w 5547360"/>
                              <a:gd name="connsiteY6" fmla="*/ 1379220 h 2758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47360" h="2758440">
                                <a:moveTo>
                                  <a:pt x="0" y="1379220"/>
                                </a:moveTo>
                                <a:lnTo>
                                  <a:pt x="2796540" y="1371600"/>
                                </a:lnTo>
                                <a:lnTo>
                                  <a:pt x="2804160" y="0"/>
                                </a:lnTo>
                                <a:lnTo>
                                  <a:pt x="5547360" y="0"/>
                                </a:lnTo>
                                <a:lnTo>
                                  <a:pt x="4175760" y="2758440"/>
                                </a:lnTo>
                                <a:lnTo>
                                  <a:pt x="2781300" y="2758440"/>
                                </a:lnTo>
                                <a:lnTo>
                                  <a:pt x="0" y="1379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F47086" id="Gruppieren 23" o:spid="_x0000_s1026" style="position:absolute;margin-left:17.1pt;margin-top:2.2pt;width:439.2pt;height:237.95pt;z-index:251694080;mso-width-relative:margin;mso-height-relative:margin" coordsize="70637,3827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">
                <v:shape id="Grafik 25" o:spid="_x0000_s1027" type="#_x0000_t75" alt="Figur 3 Höhe 62 2" style="position:absolute;width:70637;height:382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">
                  <v:imagedata r:id="rId16" o:title="Figur 3 Höhe 62 2" croptop="3342f" cropbottom="3916f"/>
                  <v:path arrowok="t"/>
                </v:shape>
                <v:shape id="Freihandform 27" o:spid="_x0000_s1028" style="position:absolute;left:7467;top:5486;width:55474;height:27584;visibility:visible;mso-wrap-style:square;v-text-anchor:middle" coordsize="5547360,275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" path="m,1379220r2796540,-7620l2804160,,5547360,,4175760,2758440r-1394460,l,1379220xe" fillcolor="#ffc000" strokecolor="black [3213]" strokeweight="3pt">
                  <v:path arrowok="t" o:connecttype="custom" o:connectlocs="0,1379220;2796540,1371600;2804160,0;5547360,0;4175760,2758440;2781300,2758440;0,1379220" o:connectangles="0,0,0,0,0,0,0"/>
                </v:shape>
              </v:group>
            </w:pict>
          </mc:Fallback>
        </mc:AlternateContent>
      </w:r>
    </w:p>
    <w:p w:rsidR="0089429D" w:rsidRDefault="0089429D" w:rsidP="00963D31">
      <w:pPr>
        <w:jc w:val="center"/>
      </w:pPr>
    </w:p>
    <w:p w:rsidR="0089429D" w:rsidRDefault="0089429D" w:rsidP="00963D31">
      <w:pPr>
        <w:jc w:val="center"/>
      </w:pPr>
    </w:p>
    <w:p w:rsidR="0089429D" w:rsidRDefault="0089429D" w:rsidP="00963D31">
      <w:pPr>
        <w:jc w:val="center"/>
      </w:pPr>
    </w:p>
    <w:p w:rsidR="0089429D" w:rsidRDefault="0089429D" w:rsidP="00963D31">
      <w:pPr>
        <w:jc w:val="center"/>
      </w:pPr>
    </w:p>
    <w:p w:rsidR="00D739AE" w:rsidRDefault="00D739AE" w:rsidP="00963D31">
      <w:pPr>
        <w:jc w:val="center"/>
      </w:pPr>
    </w:p>
    <w:p w:rsidR="00D739AE" w:rsidRDefault="00D739AE" w:rsidP="00963D31">
      <w:pPr>
        <w:jc w:val="center"/>
      </w:pPr>
    </w:p>
    <w:p w:rsidR="00225FA9" w:rsidRDefault="00225FA9" w:rsidP="00963D31">
      <w:pPr>
        <w:jc w:val="center"/>
      </w:pPr>
    </w:p>
    <w:p w:rsidR="00D739AE" w:rsidRDefault="0089429D" w:rsidP="00963D31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201EE646" wp14:editId="5C74C306">
                <wp:simplePos x="0" y="0"/>
                <wp:positionH relativeFrom="column">
                  <wp:posOffset>-3810</wp:posOffset>
                </wp:positionH>
                <wp:positionV relativeFrom="paragraph">
                  <wp:posOffset>43815</wp:posOffset>
                </wp:positionV>
                <wp:extent cx="2735580" cy="358140"/>
                <wp:effectExtent l="0" t="0" r="7620" b="381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429D" w:rsidRDefault="0089429D" w:rsidP="0089429D">
                            <w:r>
                              <w:t>(Skizze nicht maßstäblich)</w:t>
                            </w:r>
                          </w:p>
                          <w:p w:rsidR="0089429D" w:rsidRDefault="0089429D" w:rsidP="0089429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EE646" id="Textfeld 2" o:spid="_x0000_s1031" type="#_x0000_t202" style="position:absolute;left:0;text-align:left;margin-left:-.3pt;margin-top:3.45pt;width:215.4pt;height:28.2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" stroked="f">
                <v:textbox>
                  <w:txbxContent>
                    <w:p w:rsidR="0089429D" w:rsidRDefault="0089429D" w:rsidP="0089429D">
                      <w:r>
                        <w:t>(Skizze nicht maßstäblich)</w:t>
                      </w:r>
                    </w:p>
                    <w:p w:rsidR="0089429D" w:rsidRDefault="0089429D" w:rsidP="0089429D"/>
                  </w:txbxContent>
                </v:textbox>
              </v:shape>
            </w:pict>
          </mc:Fallback>
        </mc:AlternateContent>
      </w:r>
    </w:p>
    <w:p w:rsidR="00D739AE" w:rsidRDefault="00D739AE" w:rsidP="00963D31">
      <w:pPr>
        <w:jc w:val="center"/>
      </w:pPr>
    </w:p>
    <w:p w:rsidR="00225FA9" w:rsidRDefault="00225FA9" w:rsidP="00225FA9">
      <w:pPr>
        <w:pStyle w:val="Liste"/>
      </w:pPr>
      <w:r>
        <w:t>b)</w:t>
      </w:r>
      <w:r>
        <w:tab/>
        <w:t>Berechne den Flächeninhalt der Figur.</w:t>
      </w:r>
    </w:p>
    <w:p w:rsidR="00D739AE" w:rsidRDefault="00225FA9" w:rsidP="00225FA9">
      <w:pPr>
        <w:pStyle w:val="Listenfortsetzung"/>
      </w:pPr>
      <w:r>
        <w:t xml:space="preserve">A = </w:t>
      </w:r>
      <w:r w:rsidRPr="0073025C">
        <w:rPr>
          <w:szCs w:val="32"/>
        </w:rPr>
        <w:t>_</w:t>
      </w:r>
      <w:r w:rsidRPr="0073025C">
        <w:rPr>
          <w:szCs w:val="32"/>
          <w:highlight w:val="yellow"/>
        </w:rPr>
        <w:t>...</w:t>
      </w:r>
      <w:r w:rsidRPr="0073025C">
        <w:rPr>
          <w:szCs w:val="32"/>
        </w:rPr>
        <w:t>_</w:t>
      </w:r>
      <w:r>
        <w:t xml:space="preserve"> cm</w:t>
      </w:r>
      <w:r w:rsidRPr="00225FA9">
        <w:rPr>
          <w:sz w:val="36"/>
          <w:szCs w:val="36"/>
        </w:rPr>
        <w:t>²</w:t>
      </w:r>
    </w:p>
    <w:p w:rsidR="00963D31" w:rsidRDefault="00963D31" w:rsidP="00963D31"/>
    <w:p w:rsidR="00D739AE" w:rsidRDefault="00D739AE">
      <w:pPr>
        <w:spacing w:after="0" w:line="240" w:lineRule="auto"/>
      </w:pPr>
      <w:r>
        <w:br w:type="page"/>
      </w:r>
    </w:p>
    <w:p w:rsidR="00963D31" w:rsidRDefault="00D739AE" w:rsidP="00D739AE">
      <w:pPr>
        <w:pStyle w:val="Liste"/>
      </w:pPr>
      <w:r>
        <w:lastRenderedPageBreak/>
        <w:t>c)</w:t>
      </w:r>
      <w:r>
        <w:tab/>
      </w:r>
      <w:r w:rsidR="00963D31">
        <w:t>Gib eine allgemeine Formel zur Berechnung des Flächeninhaltes der Figur in Abhängigkeit von x an.</w:t>
      </w:r>
    </w:p>
    <w:p w:rsidR="00963D31" w:rsidRDefault="00B6791C" w:rsidP="00963D31">
      <w:pPr>
        <w:pStyle w:val="Linien"/>
        <w:spacing w:line="360" w:lineRule="auto"/>
      </w:pPr>
      <w:r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529668A" wp14:editId="504FA5EE">
                <wp:simplePos x="0" y="0"/>
                <wp:positionH relativeFrom="column">
                  <wp:posOffset>-240030</wp:posOffset>
                </wp:positionH>
                <wp:positionV relativeFrom="paragraph">
                  <wp:posOffset>253365</wp:posOffset>
                </wp:positionV>
                <wp:extent cx="6644640" cy="3597275"/>
                <wp:effectExtent l="0" t="0" r="3810" b="3175"/>
                <wp:wrapNone/>
                <wp:docPr id="196" name="Gruppieren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44640" cy="3597275"/>
                          <a:chOff x="0" y="0"/>
                          <a:chExt cx="6946265" cy="3761105"/>
                        </a:xfrm>
                      </wpg:grpSpPr>
                      <pic:pic xmlns:pic="http://schemas.openxmlformats.org/drawingml/2006/picture">
                        <pic:nvPicPr>
                          <pic:cNvPr id="197" name="Grafik 197" descr="Figur 3b Höhe 62 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64" b="6542"/>
                          <a:stretch/>
                        </pic:blipFill>
                        <pic:spPr bwMode="auto">
                          <a:xfrm>
                            <a:off x="0" y="0"/>
                            <a:ext cx="6946265" cy="3761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98" name="Freihandform 198"/>
                        <wps:cNvSpPr/>
                        <wps:spPr>
                          <a:xfrm>
                            <a:off x="635000" y="499533"/>
                            <a:ext cx="5547360" cy="2758440"/>
                          </a:xfrm>
                          <a:custGeom>
                            <a:avLst/>
                            <a:gdLst>
                              <a:gd name="connsiteX0" fmla="*/ 0 w 5547360"/>
                              <a:gd name="connsiteY0" fmla="*/ 1379220 h 2758440"/>
                              <a:gd name="connsiteX1" fmla="*/ 2796540 w 5547360"/>
                              <a:gd name="connsiteY1" fmla="*/ 1371600 h 2758440"/>
                              <a:gd name="connsiteX2" fmla="*/ 2804160 w 5547360"/>
                              <a:gd name="connsiteY2" fmla="*/ 0 h 2758440"/>
                              <a:gd name="connsiteX3" fmla="*/ 5547360 w 5547360"/>
                              <a:gd name="connsiteY3" fmla="*/ 0 h 2758440"/>
                              <a:gd name="connsiteX4" fmla="*/ 4175760 w 5547360"/>
                              <a:gd name="connsiteY4" fmla="*/ 2758440 h 2758440"/>
                              <a:gd name="connsiteX5" fmla="*/ 2781300 w 5547360"/>
                              <a:gd name="connsiteY5" fmla="*/ 2758440 h 2758440"/>
                              <a:gd name="connsiteX6" fmla="*/ 0 w 5547360"/>
                              <a:gd name="connsiteY6" fmla="*/ 1379220 h 27584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5547360" h="2758440">
                                <a:moveTo>
                                  <a:pt x="0" y="1379220"/>
                                </a:moveTo>
                                <a:lnTo>
                                  <a:pt x="2796540" y="1371600"/>
                                </a:lnTo>
                                <a:lnTo>
                                  <a:pt x="2804160" y="0"/>
                                </a:lnTo>
                                <a:lnTo>
                                  <a:pt x="5547360" y="0"/>
                                </a:lnTo>
                                <a:lnTo>
                                  <a:pt x="4175760" y="2758440"/>
                                </a:lnTo>
                                <a:lnTo>
                                  <a:pt x="2781300" y="2758440"/>
                                </a:lnTo>
                                <a:lnTo>
                                  <a:pt x="0" y="1379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FDC763" id="Gruppieren 196" o:spid="_x0000_s1026" style="position:absolute;margin-left:-18.9pt;margin-top:19.95pt;width:523.2pt;height:283.25pt;z-index:251697152;mso-width-relative:margin;mso-height-relative:margin" coordsize="69462,37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">
                <v:shape id="Grafik 197" o:spid="_x0000_s1027" type="#_x0000_t75" alt="Figur 3b Höhe 62 2" style="position:absolute;width:69462;height:376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">
                  <v:imagedata r:id="rId19" o:title="Figur 3b Höhe 62 2" croptop="3712f" cropbottom="4287f"/>
                  <v:path arrowok="t"/>
                </v:shape>
                <v:shape id="Freihandform 198" o:spid="_x0000_s1028" style="position:absolute;left:6350;top:4995;width:55473;height:27584;visibility:visible;mso-wrap-style:square;v-text-anchor:middle" coordsize="5547360,2758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" path="m,1379220r2796540,-7620l2804160,,5547360,,4175760,2758440r-1394460,l,1379220xe" fillcolor="#00b0f0" strokecolor="black [3213]" strokeweight="3pt">
                  <v:path arrowok="t" o:connecttype="custom" o:connectlocs="0,1379220;2796540,1371600;2804160,0;5547360,0;4175760,2758440;2781300,2758440;0,1379220" o:connectangles="0,0,0,0,0,0,0"/>
                </v:shape>
              </v:group>
            </w:pict>
          </mc:Fallback>
        </mc:AlternateContent>
      </w:r>
    </w:p>
    <w:p w:rsidR="00963D31" w:rsidRDefault="00963D31" w:rsidP="00963D31">
      <w:pPr>
        <w:pStyle w:val="Linien"/>
        <w:ind w:left="426"/>
      </w:pPr>
    </w:p>
    <w:p w:rsidR="00963D31" w:rsidRDefault="00963D31" w:rsidP="00963D31">
      <w:pPr>
        <w:rPr>
          <w:rFonts w:eastAsia="Calibri"/>
        </w:rPr>
      </w:pPr>
      <w:bookmarkStart w:id="2" w:name="_Hlk22204941"/>
      <w:bookmarkEnd w:id="1"/>
    </w:p>
    <w:p w:rsidR="00963D31" w:rsidRDefault="00963D31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F41362" w:rsidRDefault="00F41362" w:rsidP="00963D31">
      <w:pPr>
        <w:rPr>
          <w:rFonts w:eastAsia="Calibri"/>
        </w:rPr>
      </w:pPr>
    </w:p>
    <w:p w:rsidR="00963D31" w:rsidRDefault="00963D31" w:rsidP="00963D31">
      <w:pPr>
        <w:rPr>
          <w:rFonts w:eastAsia="Calibri"/>
        </w:rPr>
      </w:pPr>
    </w:p>
    <w:p w:rsidR="00963D31" w:rsidRDefault="00963D31" w:rsidP="00963D31">
      <w:pPr>
        <w:rPr>
          <w:rFonts w:eastAsia="Calibri"/>
        </w:rPr>
      </w:pPr>
      <w:r>
        <w:rPr>
          <w:rFonts w:eastAsia="Calibri"/>
        </w:rPr>
        <w:t xml:space="preserve">A = </w:t>
      </w:r>
      <w:r w:rsidR="00F41362">
        <w:rPr>
          <w:rFonts w:eastAsia="Calibri"/>
        </w:rPr>
        <w:t>_</w:t>
      </w:r>
      <w:r w:rsidR="00F41362" w:rsidRPr="00F41362">
        <w:rPr>
          <w:rFonts w:eastAsia="Calibri"/>
          <w:highlight w:val="yellow"/>
        </w:rPr>
        <w:t>...</w:t>
      </w:r>
      <w:r w:rsidR="00F41362">
        <w:rPr>
          <w:rFonts w:eastAsia="Calibri"/>
        </w:rPr>
        <w:t>_</w:t>
      </w:r>
    </w:p>
    <w:p w:rsidR="0008333A" w:rsidRDefault="0008333A" w:rsidP="00963D31">
      <w:pPr>
        <w:rPr>
          <w:rFonts w:eastAsia="Calibri"/>
        </w:rPr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69516557" wp14:editId="72A999B0">
                <wp:simplePos x="0" y="0"/>
                <wp:positionH relativeFrom="column">
                  <wp:posOffset>0</wp:posOffset>
                </wp:positionH>
                <wp:positionV relativeFrom="paragraph">
                  <wp:posOffset>45085</wp:posOffset>
                </wp:positionV>
                <wp:extent cx="2735580" cy="358140"/>
                <wp:effectExtent l="0" t="0" r="7620" b="38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5580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33A" w:rsidRDefault="0008333A" w:rsidP="0008333A">
                            <w:r>
                              <w:t>(Skizze nicht maßstäblich)</w:t>
                            </w:r>
                          </w:p>
                          <w:p w:rsidR="0008333A" w:rsidRDefault="0008333A" w:rsidP="0008333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516557"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0;margin-top:3.55pt;width:215.4pt;height:28.2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" stroked="f">
                <v:textbox>
                  <w:txbxContent>
                    <w:p w:rsidR="0008333A" w:rsidRDefault="0008333A" w:rsidP="0008333A">
                      <w:r>
                        <w:t>(Skizze nicht maßstäblich)</w:t>
                      </w:r>
                    </w:p>
                    <w:p w:rsidR="0008333A" w:rsidRDefault="0008333A" w:rsidP="0008333A"/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bottomFromText="120" w:vertAnchor="page" w:horzAnchor="page" w:tblpX="3829" w:tblpY="11629"/>
        <w:tblW w:w="0" w:type="auto"/>
        <w:tblInd w:w="0" w:type="dxa"/>
        <w:tblLook w:val="04A0" w:firstRow="1" w:lastRow="0" w:firstColumn="1" w:lastColumn="0" w:noHBand="0" w:noVBand="1"/>
      </w:tblPr>
      <w:tblGrid>
        <w:gridCol w:w="3730"/>
        <w:gridCol w:w="1238"/>
        <w:gridCol w:w="1238"/>
        <w:gridCol w:w="1238"/>
      </w:tblGrid>
      <w:tr w:rsidR="00F41362" w:rsidTr="0015630E">
        <w:trPr>
          <w:trHeight w:val="445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  <w:bookmarkStart w:id="3" w:name="_Hlk22203911"/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7b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7c</w:t>
            </w:r>
          </w:p>
        </w:tc>
      </w:tr>
      <w:tr w:rsidR="00F41362" w:rsidTr="0015630E">
        <w:trPr>
          <w:trHeight w:val="891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Erreichte Punktzahl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F41362" w:rsidTr="0015630E">
        <w:trPr>
          <w:trHeight w:val="891"/>
        </w:trPr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Mögliche Punktzahl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1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2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362" w:rsidRPr="00F41362" w:rsidRDefault="00F41362" w:rsidP="00F41362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F41362">
              <w:rPr>
                <w:sz w:val="32"/>
                <w:szCs w:val="32"/>
              </w:rPr>
              <w:t>1</w:t>
            </w:r>
          </w:p>
        </w:tc>
      </w:tr>
      <w:bookmarkEnd w:id="3"/>
    </w:tbl>
    <w:p w:rsidR="00963D31" w:rsidRDefault="00963D31" w:rsidP="00963D31">
      <w:pPr>
        <w:rPr>
          <w:rFonts w:eastAsia="Calibri" w:cs="Arial"/>
          <w:sz w:val="22"/>
          <w:szCs w:val="22"/>
        </w:rPr>
      </w:pPr>
    </w:p>
    <w:p w:rsidR="00963D31" w:rsidRDefault="00963D31" w:rsidP="00963D31">
      <w:pPr>
        <w:spacing w:after="0"/>
        <w:rPr>
          <w:rFonts w:eastAsia="Calibri"/>
        </w:rPr>
        <w:sectPr w:rsidR="00963D31">
          <w:pgSz w:w="11906" w:h="16838"/>
          <w:pgMar w:top="1701" w:right="851" w:bottom="1134" w:left="1134" w:header="426" w:footer="709" w:gutter="0"/>
          <w:cols w:space="720"/>
        </w:sectPr>
      </w:pPr>
    </w:p>
    <w:p w:rsidR="00963D31" w:rsidRDefault="00963D31" w:rsidP="000350F4">
      <w:pPr>
        <w:pStyle w:val="berschrift4"/>
      </w:pPr>
      <w:r>
        <w:lastRenderedPageBreak/>
        <w:t>Aufgabe 8</w:t>
      </w:r>
    </w:p>
    <w:p w:rsidR="00963D31" w:rsidRDefault="00963D31" w:rsidP="000350F4">
      <w:r>
        <w:t>Max hat begonnen, ein Dreieck an der Geraden g zu spiegeln.</w:t>
      </w:r>
    </w:p>
    <w:p w:rsidR="00963D31" w:rsidRDefault="000350F4" w:rsidP="000350F4">
      <w:pPr>
        <w:pStyle w:val="Liste"/>
        <w:rPr>
          <w:rFonts w:eastAsia="Times New Roman"/>
          <w:lang w:eastAsia="de-DE"/>
        </w:rPr>
      </w:pPr>
      <w:r>
        <w:t>a)</w:t>
      </w:r>
      <w:r>
        <w:tab/>
      </w:r>
      <w:r w:rsidR="00963D31">
        <w:t>Vervollständige die Spiegelung.</w:t>
      </w:r>
    </w:p>
    <w:p w:rsidR="00963D31" w:rsidRDefault="00963D31" w:rsidP="00963D31">
      <w:pPr>
        <w:jc w:val="center"/>
        <w:rPr>
          <w:rFonts w:eastAsia="Calibri"/>
        </w:rPr>
      </w:pPr>
    </w:p>
    <w:p w:rsidR="00A30A90" w:rsidRDefault="00B6791C" w:rsidP="00963D31">
      <w:pPr>
        <w:jc w:val="center"/>
        <w:rPr>
          <w:rFonts w:eastAsia="Calibri"/>
        </w:rPr>
      </w:pPr>
      <w:r>
        <w:rPr>
          <w:noProof/>
          <w:szCs w:val="32"/>
          <w:lang w:eastAsia="de-DE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67BF15C" wp14:editId="0BE74D09">
                <wp:simplePos x="0" y="0"/>
                <wp:positionH relativeFrom="column">
                  <wp:posOffset>-266700</wp:posOffset>
                </wp:positionH>
                <wp:positionV relativeFrom="paragraph">
                  <wp:posOffset>216535</wp:posOffset>
                </wp:positionV>
                <wp:extent cx="6538595" cy="4377690"/>
                <wp:effectExtent l="0" t="19050" r="0" b="3810"/>
                <wp:wrapNone/>
                <wp:docPr id="199" name="Gruppieren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38595" cy="4377690"/>
                          <a:chOff x="0" y="0"/>
                          <a:chExt cx="6538595" cy="4377690"/>
                        </a:xfrm>
                      </wpg:grpSpPr>
                      <wpg:grpSp>
                        <wpg:cNvPr id="200" name="Gruppieren 200"/>
                        <wpg:cNvGrpSpPr/>
                        <wpg:grpSpPr>
                          <a:xfrm>
                            <a:off x="0" y="1800225"/>
                            <a:ext cx="2543175" cy="2577465"/>
                            <a:chOff x="0" y="0"/>
                            <a:chExt cx="2543175" cy="2577465"/>
                          </a:xfrm>
                        </wpg:grpSpPr>
                        <wps:wsp>
                          <wps:cNvPr id="201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08000" cy="482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Cs w:val="32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0750" y="2032000"/>
                              <a:ext cx="733425" cy="5454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Cs w:val="32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3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87550" y="88900"/>
                              <a:ext cx="555625" cy="5746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Cs w:val="32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4" name="Freihandform 204"/>
                          <wps:cNvSpPr/>
                          <wps:spPr>
                            <a:xfrm rot="4736444">
                              <a:off x="355600" y="241300"/>
                              <a:ext cx="1929177" cy="1670860"/>
                            </a:xfrm>
                            <a:custGeom>
                              <a:avLst/>
                              <a:gdLst>
                                <a:gd name="connsiteX0" fmla="*/ 0 w 1657350"/>
                                <a:gd name="connsiteY0" fmla="*/ 2214563 h 2214563"/>
                                <a:gd name="connsiteX1" fmla="*/ 552450 w 1657350"/>
                                <a:gd name="connsiteY1" fmla="*/ 0 h 2214563"/>
                                <a:gd name="connsiteX2" fmla="*/ 1657350 w 1657350"/>
                                <a:gd name="connsiteY2" fmla="*/ 1652588 h 2214563"/>
                                <a:gd name="connsiteX3" fmla="*/ 0 w 1657350"/>
                                <a:gd name="connsiteY3" fmla="*/ 2214563 h 2214563"/>
                                <a:gd name="connsiteX0" fmla="*/ 0 w 1590675"/>
                                <a:gd name="connsiteY0" fmla="*/ 2100247 h 2100247"/>
                                <a:gd name="connsiteX1" fmla="*/ 485775 w 1590675"/>
                                <a:gd name="connsiteY1" fmla="*/ 0 h 2100247"/>
                                <a:gd name="connsiteX2" fmla="*/ 1590675 w 1590675"/>
                                <a:gd name="connsiteY2" fmla="*/ 1652588 h 2100247"/>
                                <a:gd name="connsiteX3" fmla="*/ 0 w 1590675"/>
                                <a:gd name="connsiteY3" fmla="*/ 2100247 h 2100247"/>
                                <a:gd name="connsiteX0" fmla="*/ 0 w 1647825"/>
                                <a:gd name="connsiteY0" fmla="*/ 2209801 h 2209801"/>
                                <a:gd name="connsiteX1" fmla="*/ 542925 w 1647825"/>
                                <a:gd name="connsiteY1" fmla="*/ 0 h 2209801"/>
                                <a:gd name="connsiteX2" fmla="*/ 1647825 w 1647825"/>
                                <a:gd name="connsiteY2" fmla="*/ 1652588 h 2209801"/>
                                <a:gd name="connsiteX3" fmla="*/ 0 w 1647825"/>
                                <a:gd name="connsiteY3" fmla="*/ 2209801 h 2209801"/>
                                <a:gd name="connsiteX0" fmla="*/ 0 w 2296046"/>
                                <a:gd name="connsiteY0" fmla="*/ 2209801 h 2209801"/>
                                <a:gd name="connsiteX1" fmla="*/ 542925 w 2296046"/>
                                <a:gd name="connsiteY1" fmla="*/ 0 h 2209801"/>
                                <a:gd name="connsiteX2" fmla="*/ 2296046 w 2296046"/>
                                <a:gd name="connsiteY2" fmla="*/ 1514009 h 2209801"/>
                                <a:gd name="connsiteX3" fmla="*/ 0 w 2296046"/>
                                <a:gd name="connsiteY3" fmla="*/ 2209801 h 2209801"/>
                                <a:gd name="connsiteX0" fmla="*/ 0 w 2296046"/>
                                <a:gd name="connsiteY0" fmla="*/ 2091024 h 2091024"/>
                                <a:gd name="connsiteX1" fmla="*/ 720324 w 2296046"/>
                                <a:gd name="connsiteY1" fmla="*/ 0 h 2091024"/>
                                <a:gd name="connsiteX2" fmla="*/ 2296046 w 2296046"/>
                                <a:gd name="connsiteY2" fmla="*/ 1395232 h 2091024"/>
                                <a:gd name="connsiteX3" fmla="*/ 0 w 2296046"/>
                                <a:gd name="connsiteY3" fmla="*/ 2091024 h 2091024"/>
                                <a:gd name="connsiteX0" fmla="*/ 0 w 1929177"/>
                                <a:gd name="connsiteY0" fmla="*/ 1670861 h 1670861"/>
                                <a:gd name="connsiteX1" fmla="*/ 353455 w 1929177"/>
                                <a:gd name="connsiteY1" fmla="*/ 0 h 1670861"/>
                                <a:gd name="connsiteX2" fmla="*/ 1929177 w 1929177"/>
                                <a:gd name="connsiteY2" fmla="*/ 1395232 h 1670861"/>
                                <a:gd name="connsiteX3" fmla="*/ 0 w 1929177"/>
                                <a:gd name="connsiteY3" fmla="*/ 1670861 h 167086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929177" h="1670861">
                                  <a:moveTo>
                                    <a:pt x="0" y="1670861"/>
                                  </a:moveTo>
                                  <a:lnTo>
                                    <a:pt x="353455" y="0"/>
                                  </a:lnTo>
                                  <a:lnTo>
                                    <a:pt x="1929177" y="1395232"/>
                                  </a:lnTo>
                                  <a:lnTo>
                                    <a:pt x="0" y="167086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8100"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05" name="Gruppieren 205"/>
                        <wpg:cNvGrpSpPr/>
                        <wpg:grpSpPr>
                          <a:xfrm>
                            <a:off x="1800225" y="0"/>
                            <a:ext cx="2351405" cy="3416300"/>
                            <a:chOff x="0" y="0"/>
                            <a:chExt cx="2351405" cy="3416300"/>
                          </a:xfrm>
                        </wpg:grpSpPr>
                        <wps:wsp>
                          <wps:cNvPr id="20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4500" y="2800350"/>
                              <a:ext cx="636905" cy="6159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Cs w:val="32"/>
                                  </w:rPr>
                                  <w:t>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07" name="Gerader Verbinder 207"/>
                          <wps:cNvCnPr/>
                          <wps:spPr>
                            <a:xfrm>
                              <a:off x="0" y="0"/>
                              <a:ext cx="1803400" cy="2813050"/>
                            </a:xfrm>
                            <a:prstGeom prst="line">
                              <a:avLst/>
                            </a:prstGeom>
                            <a:ln w="28575">
                              <a:solidFill>
                                <a:srgbClr val="00B0F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8" name="Gruppieren 208"/>
                        <wpg:cNvGrpSpPr/>
                        <wpg:grpSpPr>
                          <a:xfrm>
                            <a:off x="3362325" y="714375"/>
                            <a:ext cx="3176270" cy="956945"/>
                            <a:chOff x="0" y="0"/>
                            <a:chExt cx="3176270" cy="956945"/>
                          </a:xfrm>
                        </wpg:grpSpPr>
                        <wps:wsp>
                          <wps:cNvPr id="209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342900"/>
                              <a:ext cx="692785" cy="61404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 w:rsidRPr="00F22C36">
                                  <w:rPr>
                                    <w:szCs w:val="32"/>
                                  </w:rPr>
                                  <w:t>B‘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0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28875" y="0"/>
                              <a:ext cx="747395" cy="66929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6791C" w:rsidRPr="00F22C36" w:rsidRDefault="00B6791C" w:rsidP="00B6791C">
                                <w:pPr>
                                  <w:rPr>
                                    <w:szCs w:val="32"/>
                                  </w:rPr>
                                </w:pPr>
                                <w:r>
                                  <w:rPr>
                                    <w:szCs w:val="32"/>
                                  </w:rPr>
                                  <w:t>A</w:t>
                                </w:r>
                                <w:r w:rsidRPr="00F22C36">
                                  <w:rPr>
                                    <w:szCs w:val="32"/>
                                  </w:rPr>
                                  <w:t>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1" name="Gerader Verbinder 211"/>
                          <wps:cNvCnPr/>
                          <wps:spPr>
                            <a:xfrm flipV="1">
                              <a:off x="266700" y="133350"/>
                              <a:ext cx="2120900" cy="222250"/>
                            </a:xfrm>
                            <a:prstGeom prst="line">
                              <a:avLst/>
                            </a:prstGeom>
                            <a:ln w="3810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67BF15C" id="Gruppieren 199" o:spid="_x0000_s1032" style="position:absolute;left:0;text-align:left;margin-left:-21pt;margin-top:17.05pt;width:514.85pt;height:344.7pt;z-index:251699200" coordsize="65385,437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">
                <v:group id="Gruppieren 200" o:spid="_x0000_s1033" style="position:absolute;top:18002;width:25431;height:25774" coordsize="25431,25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_x0000_s1034" type="#_x0000_t202" style="position:absolute;width:5080;height:4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 w:rsidRPr="00F22C36">
                            <w:rPr>
                              <w:szCs w:val="32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35" type="#_x0000_t202" style="position:absolute;left:9207;top:20320;width:7334;height:5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 w:rsidRPr="00F22C36">
                            <w:rPr>
                              <w:szCs w:val="32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36" type="#_x0000_t202" style="position:absolute;left:19875;top:889;width:5556;height:5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 w:rsidRPr="00F22C36">
                            <w:rPr>
                              <w:szCs w:val="32"/>
                            </w:rPr>
                            <w:t>B</w:t>
                          </w:r>
                        </w:p>
                      </w:txbxContent>
                    </v:textbox>
                  </v:shape>
                  <v:shape id="Freihandform 204" o:spid="_x0000_s1037" style="position:absolute;left:3556;top:2412;width:19292;height:16709;rotation:5173460fd;visibility:visible;mso-wrap-style:square;v-text-anchor:middle" coordsize="1929177,1670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" path="m,1670861l353455,,1929177,1395232,,1670861xe" filled="f" strokecolor="red" strokeweight="3pt">
                    <v:path arrowok="t" o:connecttype="custom" o:connectlocs="0,1670860;353455,0;1929177,1395231;0,1670860" o:connectangles="0,0,0,0"/>
                  </v:shape>
                </v:group>
                <v:group id="Gruppieren 205" o:spid="_x0000_s1038" style="position:absolute;left:18002;width:23514;height:34163" coordsize="23514,341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shape id="_x0000_s1039" type="#_x0000_t202" style="position:absolute;left:17145;top:28003;width:6369;height:61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 w:rsidRPr="00F22C36">
                            <w:rPr>
                              <w:szCs w:val="32"/>
                            </w:rPr>
                            <w:t>g</w:t>
                          </w:r>
                        </w:p>
                      </w:txbxContent>
                    </v:textbox>
                  </v:shape>
                  <v:line id="Gerader Verbinder 207" o:spid="_x0000_s1040" style="position:absolute;visibility:visible;mso-wrap-style:square" from="0,0" to="18034,28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" strokecolor="#00b0f0" strokeweight="2.25pt"/>
                </v:group>
                <v:group id="Gruppieren 208" o:spid="_x0000_s1041" style="position:absolute;left:33623;top:7143;width:31762;height:9570" coordsize="31762,95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_x0000_s1042" type="#_x0000_t202" style="position:absolute;top:3429;width:6927;height:6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9cBxAAAANw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XKXwdyYeAZn/AgAA//8DAFBLAQItABQABgAIAAAAIQDb4fbL7gAAAIUBAAATAAAAAAAAAAAA&#10;AAAAAAAAAABbQ29udGVudF9UeXBlc10ueG1sUEsBAi0AFAAGAAgAAAAhAFr0LFu/AAAAFQEAAAsA&#10;AAAAAAAAAAAAAAAAHwEAAF9yZWxzLy5yZWxzUEsBAi0AFAAGAAgAAAAhAKZP1wHEAAAA3AAAAA8A&#10;AAAAAAAAAAAAAAAABwIAAGRycy9kb3ducmV2LnhtbFBLBQYAAAAAAwADALcAAAD4AgAAAAA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 w:rsidRPr="00F22C36">
                            <w:rPr>
                              <w:szCs w:val="32"/>
                            </w:rPr>
                            <w:t>B‘</w:t>
                          </w:r>
                        </w:p>
                      </w:txbxContent>
                    </v:textbox>
                  </v:shape>
                  <v:shape id="_x0000_s1043" type="#_x0000_t202" style="position:absolute;left:24288;width:7474;height:6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  <v:textbox>
                      <w:txbxContent>
                        <w:p w:rsidR="00B6791C" w:rsidRPr="00F22C36" w:rsidRDefault="00B6791C" w:rsidP="00B6791C">
                          <w:pPr>
                            <w:rPr>
                              <w:szCs w:val="32"/>
                            </w:rPr>
                          </w:pPr>
                          <w:r>
                            <w:rPr>
                              <w:szCs w:val="32"/>
                            </w:rPr>
                            <w:t>A</w:t>
                          </w:r>
                          <w:r w:rsidRPr="00F22C36">
                            <w:rPr>
                              <w:szCs w:val="32"/>
                            </w:rPr>
                            <w:t>‘</w:t>
                          </w:r>
                        </w:p>
                      </w:txbxContent>
                    </v:textbox>
                  </v:shape>
                  <v:line id="Gerader Verbinder 211" o:spid="_x0000_s1044" style="position:absolute;flip:y;visibility:visible;mso-wrap-style:square" from="2667,1333" to="23876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" strokecolor="black [3040]" strokeweight="3pt"/>
                </v:group>
              </v:group>
            </w:pict>
          </mc:Fallback>
        </mc:AlternateContent>
      </w: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A30A90" w:rsidRDefault="00A30A90" w:rsidP="00963D31">
      <w:pPr>
        <w:jc w:val="center"/>
        <w:rPr>
          <w:rFonts w:eastAsia="Calibri"/>
        </w:rPr>
      </w:pPr>
    </w:p>
    <w:p w:rsidR="000350F4" w:rsidRDefault="000350F4">
      <w:pPr>
        <w:spacing w:after="0" w:line="240" w:lineRule="auto"/>
      </w:pPr>
      <w:r>
        <w:br w:type="page"/>
      </w:r>
    </w:p>
    <w:p w:rsidR="00963D31" w:rsidRDefault="00B6791C" w:rsidP="00963D31">
      <w:pPr>
        <w:rPr>
          <w:rFonts w:eastAsia="Times New Roman"/>
          <w:lang w:eastAsia="de-DE"/>
        </w:rPr>
      </w:pPr>
      <w:r w:rsidRPr="00B6791C">
        <w:lastRenderedPageBreak/>
        <w:t>Die abgebildete Figur ist achsensymmetrisch.</w:t>
      </w:r>
    </w:p>
    <w:p w:rsidR="00963D31" w:rsidRDefault="00A30A90" w:rsidP="00A30A90">
      <w:pPr>
        <w:pStyle w:val="Liste"/>
      </w:pPr>
      <w:r>
        <w:t>b)</w:t>
      </w:r>
      <w:r>
        <w:tab/>
      </w:r>
      <w:r w:rsidR="00B6791C" w:rsidRPr="00B6791C">
        <w:t>Zeichne in die Figur alle Symmetrieachsen ein.</w:t>
      </w:r>
    </w:p>
    <w:p w:rsidR="00963D31" w:rsidRDefault="007E36ED" w:rsidP="00963D31">
      <w:r>
        <w:rPr>
          <w:rFonts w:eastAsia="Calibr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9C8E530" wp14:editId="4B0D2160">
                <wp:simplePos x="0" y="0"/>
                <wp:positionH relativeFrom="page">
                  <wp:posOffset>2293620</wp:posOffset>
                </wp:positionH>
                <wp:positionV relativeFrom="paragraph">
                  <wp:posOffset>349885</wp:posOffset>
                </wp:positionV>
                <wp:extent cx="3277235" cy="3238500"/>
                <wp:effectExtent l="19050" t="19050" r="18415" b="19050"/>
                <wp:wrapNone/>
                <wp:docPr id="213" name="Freihandform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77235" cy="3238500"/>
                        </a:xfrm>
                        <a:custGeom>
                          <a:avLst/>
                          <a:gdLst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01800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51106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4734 h 2582334"/>
                            <a:gd name="connsiteX1" fmla="*/ 558800 w 2590800"/>
                            <a:gd name="connsiteY1" fmla="*/ 0 h 2582334"/>
                            <a:gd name="connsiteX2" fmla="*/ 1286934 w 2590800"/>
                            <a:gd name="connsiteY2" fmla="*/ 567267 h 2582334"/>
                            <a:gd name="connsiteX3" fmla="*/ 1751106 w 2590800"/>
                            <a:gd name="connsiteY3" fmla="*/ 101600 h 2582334"/>
                            <a:gd name="connsiteX4" fmla="*/ 2429934 w 2590800"/>
                            <a:gd name="connsiteY4" fmla="*/ 143934 h 2582334"/>
                            <a:gd name="connsiteX5" fmla="*/ 2472267 w 2590800"/>
                            <a:gd name="connsiteY5" fmla="*/ 838200 h 2582334"/>
                            <a:gd name="connsiteX6" fmla="*/ 2065867 w 2590800"/>
                            <a:gd name="connsiteY6" fmla="*/ 1312334 h 2582334"/>
                            <a:gd name="connsiteX7" fmla="*/ 2387600 w 2590800"/>
                            <a:gd name="connsiteY7" fmla="*/ 1608667 h 2582334"/>
                            <a:gd name="connsiteX8" fmla="*/ 2590800 w 2590800"/>
                            <a:gd name="connsiteY8" fmla="*/ 2175934 h 2582334"/>
                            <a:gd name="connsiteX9" fmla="*/ 2404534 w 2590800"/>
                            <a:gd name="connsiteY9" fmla="*/ 2531534 h 2582334"/>
                            <a:gd name="connsiteX10" fmla="*/ 1676400 w 2590800"/>
                            <a:gd name="connsiteY10" fmla="*/ 2455334 h 2582334"/>
                            <a:gd name="connsiteX11" fmla="*/ 1295400 w 2590800"/>
                            <a:gd name="connsiteY11" fmla="*/ 2048934 h 2582334"/>
                            <a:gd name="connsiteX12" fmla="*/ 685800 w 2590800"/>
                            <a:gd name="connsiteY12" fmla="*/ 2582334 h 2582334"/>
                            <a:gd name="connsiteX13" fmla="*/ 160867 w 2590800"/>
                            <a:gd name="connsiteY13" fmla="*/ 2421467 h 2582334"/>
                            <a:gd name="connsiteX14" fmla="*/ 0 w 2590800"/>
                            <a:gd name="connsiteY14" fmla="*/ 2006600 h 2582334"/>
                            <a:gd name="connsiteX15" fmla="*/ 313267 w 2590800"/>
                            <a:gd name="connsiteY15" fmla="*/ 1566334 h 2582334"/>
                            <a:gd name="connsiteX16" fmla="*/ 575734 w 2590800"/>
                            <a:gd name="connsiteY16" fmla="*/ 1329267 h 2582334"/>
                            <a:gd name="connsiteX17" fmla="*/ 143934 w 2590800"/>
                            <a:gd name="connsiteY17" fmla="*/ 905934 h 2582334"/>
                            <a:gd name="connsiteX18" fmla="*/ 50800 w 2590800"/>
                            <a:gd name="connsiteY18" fmla="*/ 355600 h 2582334"/>
                            <a:gd name="connsiteX19" fmla="*/ 152400 w 2590800"/>
                            <a:gd name="connsiteY19" fmla="*/ 194734 h 2582334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72267 w 2590800"/>
                            <a:gd name="connsiteY5" fmla="*/ 838688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90196 w 2590800"/>
                            <a:gd name="connsiteY5" fmla="*/ 843170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590800"/>
                            <a:gd name="connsiteY0" fmla="*/ 195222 h 2582822"/>
                            <a:gd name="connsiteX1" fmla="*/ 558800 w 2590800"/>
                            <a:gd name="connsiteY1" fmla="*/ 488 h 2582822"/>
                            <a:gd name="connsiteX2" fmla="*/ 1286934 w 2590800"/>
                            <a:gd name="connsiteY2" fmla="*/ 567755 h 2582822"/>
                            <a:gd name="connsiteX3" fmla="*/ 1751106 w 2590800"/>
                            <a:gd name="connsiteY3" fmla="*/ 102088 h 2582822"/>
                            <a:gd name="connsiteX4" fmla="*/ 2429934 w 2590800"/>
                            <a:gd name="connsiteY4" fmla="*/ 144422 h 2582822"/>
                            <a:gd name="connsiteX5" fmla="*/ 2490196 w 2590800"/>
                            <a:gd name="connsiteY5" fmla="*/ 843170 h 2582822"/>
                            <a:gd name="connsiteX6" fmla="*/ 2065867 w 2590800"/>
                            <a:gd name="connsiteY6" fmla="*/ 1312822 h 2582822"/>
                            <a:gd name="connsiteX7" fmla="*/ 2387600 w 2590800"/>
                            <a:gd name="connsiteY7" fmla="*/ 1609155 h 2582822"/>
                            <a:gd name="connsiteX8" fmla="*/ 2590800 w 2590800"/>
                            <a:gd name="connsiteY8" fmla="*/ 2176422 h 2582822"/>
                            <a:gd name="connsiteX9" fmla="*/ 2404534 w 2590800"/>
                            <a:gd name="connsiteY9" fmla="*/ 2532022 h 2582822"/>
                            <a:gd name="connsiteX10" fmla="*/ 1676400 w 2590800"/>
                            <a:gd name="connsiteY10" fmla="*/ 2455822 h 2582822"/>
                            <a:gd name="connsiteX11" fmla="*/ 1295400 w 2590800"/>
                            <a:gd name="connsiteY11" fmla="*/ 2049422 h 2582822"/>
                            <a:gd name="connsiteX12" fmla="*/ 685800 w 2590800"/>
                            <a:gd name="connsiteY12" fmla="*/ 2582822 h 2582822"/>
                            <a:gd name="connsiteX13" fmla="*/ 160867 w 2590800"/>
                            <a:gd name="connsiteY13" fmla="*/ 2421955 h 2582822"/>
                            <a:gd name="connsiteX14" fmla="*/ 0 w 2590800"/>
                            <a:gd name="connsiteY14" fmla="*/ 2007088 h 2582822"/>
                            <a:gd name="connsiteX15" fmla="*/ 313267 w 2590800"/>
                            <a:gd name="connsiteY15" fmla="*/ 1566822 h 2582822"/>
                            <a:gd name="connsiteX16" fmla="*/ 575734 w 2590800"/>
                            <a:gd name="connsiteY16" fmla="*/ 1329755 h 2582822"/>
                            <a:gd name="connsiteX17" fmla="*/ 143934 w 2590800"/>
                            <a:gd name="connsiteY17" fmla="*/ 906422 h 2582822"/>
                            <a:gd name="connsiteX18" fmla="*/ 50800 w 2590800"/>
                            <a:gd name="connsiteY18" fmla="*/ 356088 h 2582822"/>
                            <a:gd name="connsiteX19" fmla="*/ 152400 w 2590800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65867 w 2607552"/>
                            <a:gd name="connsiteY6" fmla="*/ 1312822 h 2582822"/>
                            <a:gd name="connsiteX7" fmla="*/ 2387600 w 2607552"/>
                            <a:gd name="connsiteY7" fmla="*/ 1609155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387600 w 2607552"/>
                            <a:gd name="connsiteY7" fmla="*/ 1609155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90800 w 2607552"/>
                            <a:gd name="connsiteY8" fmla="*/ 2176422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404534 w 2607552"/>
                            <a:gd name="connsiteY9" fmla="*/ 2532022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582822"/>
                            <a:gd name="connsiteX1" fmla="*/ 558800 w 2607552"/>
                            <a:gd name="connsiteY1" fmla="*/ 488 h 2582822"/>
                            <a:gd name="connsiteX2" fmla="*/ 1286934 w 2607552"/>
                            <a:gd name="connsiteY2" fmla="*/ 567755 h 2582822"/>
                            <a:gd name="connsiteX3" fmla="*/ 1751106 w 2607552"/>
                            <a:gd name="connsiteY3" fmla="*/ 102088 h 2582822"/>
                            <a:gd name="connsiteX4" fmla="*/ 2429934 w 2607552"/>
                            <a:gd name="connsiteY4" fmla="*/ 144422 h 2582822"/>
                            <a:gd name="connsiteX5" fmla="*/ 2490196 w 2607552"/>
                            <a:gd name="connsiteY5" fmla="*/ 843170 h 2582822"/>
                            <a:gd name="connsiteX6" fmla="*/ 2052418 w 2607552"/>
                            <a:gd name="connsiteY6" fmla="*/ 1294890 h 2582822"/>
                            <a:gd name="connsiteX7" fmla="*/ 2445876 w 2607552"/>
                            <a:gd name="connsiteY7" fmla="*/ 1671914 h 2582822"/>
                            <a:gd name="connsiteX8" fmla="*/ 2577352 w 2607552"/>
                            <a:gd name="connsiteY8" fmla="*/ 2198837 h 2582822"/>
                            <a:gd name="connsiteX9" fmla="*/ 2314879 w 2607552"/>
                            <a:gd name="connsiteY9" fmla="*/ 2518574 h 2582822"/>
                            <a:gd name="connsiteX10" fmla="*/ 1676400 w 2607552"/>
                            <a:gd name="connsiteY10" fmla="*/ 2455822 h 2582822"/>
                            <a:gd name="connsiteX11" fmla="*/ 1295400 w 2607552"/>
                            <a:gd name="connsiteY11" fmla="*/ 2049422 h 2582822"/>
                            <a:gd name="connsiteX12" fmla="*/ 685800 w 2607552"/>
                            <a:gd name="connsiteY12" fmla="*/ 2582822 h 2582822"/>
                            <a:gd name="connsiteX13" fmla="*/ 160867 w 2607552"/>
                            <a:gd name="connsiteY13" fmla="*/ 2421955 h 2582822"/>
                            <a:gd name="connsiteX14" fmla="*/ 0 w 2607552"/>
                            <a:gd name="connsiteY14" fmla="*/ 2007088 h 2582822"/>
                            <a:gd name="connsiteX15" fmla="*/ 313267 w 2607552"/>
                            <a:gd name="connsiteY15" fmla="*/ 1566822 h 2582822"/>
                            <a:gd name="connsiteX16" fmla="*/ 575734 w 2607552"/>
                            <a:gd name="connsiteY16" fmla="*/ 1329755 h 2582822"/>
                            <a:gd name="connsiteX17" fmla="*/ 143934 w 2607552"/>
                            <a:gd name="connsiteY17" fmla="*/ 906422 h 2582822"/>
                            <a:gd name="connsiteX18" fmla="*/ 50800 w 2607552"/>
                            <a:gd name="connsiteY18" fmla="*/ 356088 h 2582822"/>
                            <a:gd name="connsiteX19" fmla="*/ 152400 w 2607552"/>
                            <a:gd name="connsiteY19" fmla="*/ 195222 h 2582822"/>
                            <a:gd name="connsiteX0" fmla="*/ 152400 w 2607552"/>
                            <a:gd name="connsiteY0" fmla="*/ 195222 h 2600643"/>
                            <a:gd name="connsiteX1" fmla="*/ 558800 w 2607552"/>
                            <a:gd name="connsiteY1" fmla="*/ 488 h 2600643"/>
                            <a:gd name="connsiteX2" fmla="*/ 1286934 w 2607552"/>
                            <a:gd name="connsiteY2" fmla="*/ 567755 h 2600643"/>
                            <a:gd name="connsiteX3" fmla="*/ 1751106 w 2607552"/>
                            <a:gd name="connsiteY3" fmla="*/ 102088 h 2600643"/>
                            <a:gd name="connsiteX4" fmla="*/ 2429934 w 2607552"/>
                            <a:gd name="connsiteY4" fmla="*/ 144422 h 2600643"/>
                            <a:gd name="connsiteX5" fmla="*/ 2490196 w 2607552"/>
                            <a:gd name="connsiteY5" fmla="*/ 843170 h 2600643"/>
                            <a:gd name="connsiteX6" fmla="*/ 2052418 w 2607552"/>
                            <a:gd name="connsiteY6" fmla="*/ 1294890 h 2600643"/>
                            <a:gd name="connsiteX7" fmla="*/ 2445876 w 2607552"/>
                            <a:gd name="connsiteY7" fmla="*/ 1671914 h 2600643"/>
                            <a:gd name="connsiteX8" fmla="*/ 2577352 w 2607552"/>
                            <a:gd name="connsiteY8" fmla="*/ 2198837 h 2600643"/>
                            <a:gd name="connsiteX9" fmla="*/ 2314879 w 2607552"/>
                            <a:gd name="connsiteY9" fmla="*/ 2518574 h 2600643"/>
                            <a:gd name="connsiteX10" fmla="*/ 1676400 w 2607552"/>
                            <a:gd name="connsiteY10" fmla="*/ 2455822 h 2600643"/>
                            <a:gd name="connsiteX11" fmla="*/ 1295400 w 2607552"/>
                            <a:gd name="connsiteY11" fmla="*/ 2049422 h 2600643"/>
                            <a:gd name="connsiteX12" fmla="*/ 685800 w 2607552"/>
                            <a:gd name="connsiteY12" fmla="*/ 2582822 h 2600643"/>
                            <a:gd name="connsiteX13" fmla="*/ 160867 w 2607552"/>
                            <a:gd name="connsiteY13" fmla="*/ 2421955 h 2600643"/>
                            <a:gd name="connsiteX14" fmla="*/ 0 w 2607552"/>
                            <a:gd name="connsiteY14" fmla="*/ 2007088 h 2600643"/>
                            <a:gd name="connsiteX15" fmla="*/ 313267 w 2607552"/>
                            <a:gd name="connsiteY15" fmla="*/ 1566822 h 2600643"/>
                            <a:gd name="connsiteX16" fmla="*/ 575734 w 2607552"/>
                            <a:gd name="connsiteY16" fmla="*/ 1329755 h 2600643"/>
                            <a:gd name="connsiteX17" fmla="*/ 143934 w 2607552"/>
                            <a:gd name="connsiteY17" fmla="*/ 906422 h 2600643"/>
                            <a:gd name="connsiteX18" fmla="*/ 50800 w 2607552"/>
                            <a:gd name="connsiteY18" fmla="*/ 356088 h 2600643"/>
                            <a:gd name="connsiteX19" fmla="*/ 152400 w 2607552"/>
                            <a:gd name="connsiteY19" fmla="*/ 195222 h 2600643"/>
                            <a:gd name="connsiteX0" fmla="*/ 152400 w 2607552"/>
                            <a:gd name="connsiteY0" fmla="*/ 195222 h 2615236"/>
                            <a:gd name="connsiteX1" fmla="*/ 558800 w 2607552"/>
                            <a:gd name="connsiteY1" fmla="*/ 488 h 2615236"/>
                            <a:gd name="connsiteX2" fmla="*/ 1286934 w 2607552"/>
                            <a:gd name="connsiteY2" fmla="*/ 567755 h 2615236"/>
                            <a:gd name="connsiteX3" fmla="*/ 1751106 w 2607552"/>
                            <a:gd name="connsiteY3" fmla="*/ 102088 h 2615236"/>
                            <a:gd name="connsiteX4" fmla="*/ 2429934 w 2607552"/>
                            <a:gd name="connsiteY4" fmla="*/ 144422 h 2615236"/>
                            <a:gd name="connsiteX5" fmla="*/ 2490196 w 2607552"/>
                            <a:gd name="connsiteY5" fmla="*/ 843170 h 2615236"/>
                            <a:gd name="connsiteX6" fmla="*/ 2052418 w 2607552"/>
                            <a:gd name="connsiteY6" fmla="*/ 1294890 h 2615236"/>
                            <a:gd name="connsiteX7" fmla="*/ 2445876 w 2607552"/>
                            <a:gd name="connsiteY7" fmla="*/ 1671914 h 2615236"/>
                            <a:gd name="connsiteX8" fmla="*/ 2577352 w 2607552"/>
                            <a:gd name="connsiteY8" fmla="*/ 2198837 h 2615236"/>
                            <a:gd name="connsiteX9" fmla="*/ 2314879 w 2607552"/>
                            <a:gd name="connsiteY9" fmla="*/ 2518574 h 2615236"/>
                            <a:gd name="connsiteX10" fmla="*/ 1676400 w 2607552"/>
                            <a:gd name="connsiteY10" fmla="*/ 2455822 h 2615236"/>
                            <a:gd name="connsiteX11" fmla="*/ 1295400 w 2607552"/>
                            <a:gd name="connsiteY11" fmla="*/ 2049422 h 2615236"/>
                            <a:gd name="connsiteX12" fmla="*/ 685800 w 2607552"/>
                            <a:gd name="connsiteY12" fmla="*/ 2582822 h 2615236"/>
                            <a:gd name="connsiteX13" fmla="*/ 160867 w 2607552"/>
                            <a:gd name="connsiteY13" fmla="*/ 2421955 h 2615236"/>
                            <a:gd name="connsiteX14" fmla="*/ 0 w 2607552"/>
                            <a:gd name="connsiteY14" fmla="*/ 2007088 h 2615236"/>
                            <a:gd name="connsiteX15" fmla="*/ 313267 w 2607552"/>
                            <a:gd name="connsiteY15" fmla="*/ 1566822 h 2615236"/>
                            <a:gd name="connsiteX16" fmla="*/ 575734 w 2607552"/>
                            <a:gd name="connsiteY16" fmla="*/ 1329755 h 2615236"/>
                            <a:gd name="connsiteX17" fmla="*/ 143934 w 2607552"/>
                            <a:gd name="connsiteY17" fmla="*/ 906422 h 2615236"/>
                            <a:gd name="connsiteX18" fmla="*/ 50800 w 2607552"/>
                            <a:gd name="connsiteY18" fmla="*/ 356088 h 2615236"/>
                            <a:gd name="connsiteX19" fmla="*/ 152400 w 2607552"/>
                            <a:gd name="connsiteY19" fmla="*/ 195222 h 2615236"/>
                            <a:gd name="connsiteX0" fmla="*/ 152400 w 2607552"/>
                            <a:gd name="connsiteY0" fmla="*/ 195222 h 2614217"/>
                            <a:gd name="connsiteX1" fmla="*/ 558800 w 2607552"/>
                            <a:gd name="connsiteY1" fmla="*/ 488 h 2614217"/>
                            <a:gd name="connsiteX2" fmla="*/ 1286934 w 2607552"/>
                            <a:gd name="connsiteY2" fmla="*/ 567755 h 2614217"/>
                            <a:gd name="connsiteX3" fmla="*/ 1751106 w 2607552"/>
                            <a:gd name="connsiteY3" fmla="*/ 102088 h 2614217"/>
                            <a:gd name="connsiteX4" fmla="*/ 2429934 w 2607552"/>
                            <a:gd name="connsiteY4" fmla="*/ 144422 h 2614217"/>
                            <a:gd name="connsiteX5" fmla="*/ 2490196 w 2607552"/>
                            <a:gd name="connsiteY5" fmla="*/ 843170 h 2614217"/>
                            <a:gd name="connsiteX6" fmla="*/ 2052418 w 2607552"/>
                            <a:gd name="connsiteY6" fmla="*/ 1294890 h 2614217"/>
                            <a:gd name="connsiteX7" fmla="*/ 2445876 w 2607552"/>
                            <a:gd name="connsiteY7" fmla="*/ 1671914 h 2614217"/>
                            <a:gd name="connsiteX8" fmla="*/ 2577352 w 2607552"/>
                            <a:gd name="connsiteY8" fmla="*/ 2198837 h 2614217"/>
                            <a:gd name="connsiteX9" fmla="*/ 2314879 w 2607552"/>
                            <a:gd name="connsiteY9" fmla="*/ 2518574 h 2614217"/>
                            <a:gd name="connsiteX10" fmla="*/ 1676400 w 2607552"/>
                            <a:gd name="connsiteY10" fmla="*/ 2455822 h 2614217"/>
                            <a:gd name="connsiteX11" fmla="*/ 1295400 w 2607552"/>
                            <a:gd name="connsiteY11" fmla="*/ 2049422 h 2614217"/>
                            <a:gd name="connsiteX12" fmla="*/ 685800 w 2607552"/>
                            <a:gd name="connsiteY12" fmla="*/ 2582822 h 2614217"/>
                            <a:gd name="connsiteX13" fmla="*/ 160867 w 2607552"/>
                            <a:gd name="connsiteY13" fmla="*/ 2421955 h 2614217"/>
                            <a:gd name="connsiteX14" fmla="*/ 0 w 2607552"/>
                            <a:gd name="connsiteY14" fmla="*/ 2007088 h 2614217"/>
                            <a:gd name="connsiteX15" fmla="*/ 313267 w 2607552"/>
                            <a:gd name="connsiteY15" fmla="*/ 1566822 h 2614217"/>
                            <a:gd name="connsiteX16" fmla="*/ 575734 w 2607552"/>
                            <a:gd name="connsiteY16" fmla="*/ 1329755 h 2614217"/>
                            <a:gd name="connsiteX17" fmla="*/ 143934 w 2607552"/>
                            <a:gd name="connsiteY17" fmla="*/ 906422 h 2614217"/>
                            <a:gd name="connsiteX18" fmla="*/ 50800 w 2607552"/>
                            <a:gd name="connsiteY18" fmla="*/ 356088 h 2614217"/>
                            <a:gd name="connsiteX19" fmla="*/ 152400 w 2607552"/>
                            <a:gd name="connsiteY19" fmla="*/ 195222 h 2614217"/>
                            <a:gd name="connsiteX0" fmla="*/ 152400 w 2607552"/>
                            <a:gd name="connsiteY0" fmla="*/ 195222 h 2618380"/>
                            <a:gd name="connsiteX1" fmla="*/ 558800 w 2607552"/>
                            <a:gd name="connsiteY1" fmla="*/ 488 h 2618380"/>
                            <a:gd name="connsiteX2" fmla="*/ 1286934 w 2607552"/>
                            <a:gd name="connsiteY2" fmla="*/ 567755 h 2618380"/>
                            <a:gd name="connsiteX3" fmla="*/ 1751106 w 2607552"/>
                            <a:gd name="connsiteY3" fmla="*/ 102088 h 2618380"/>
                            <a:gd name="connsiteX4" fmla="*/ 2429934 w 2607552"/>
                            <a:gd name="connsiteY4" fmla="*/ 144422 h 2618380"/>
                            <a:gd name="connsiteX5" fmla="*/ 2490196 w 2607552"/>
                            <a:gd name="connsiteY5" fmla="*/ 843170 h 2618380"/>
                            <a:gd name="connsiteX6" fmla="*/ 2052418 w 2607552"/>
                            <a:gd name="connsiteY6" fmla="*/ 1294890 h 2618380"/>
                            <a:gd name="connsiteX7" fmla="*/ 2445876 w 2607552"/>
                            <a:gd name="connsiteY7" fmla="*/ 1671914 h 2618380"/>
                            <a:gd name="connsiteX8" fmla="*/ 2577352 w 2607552"/>
                            <a:gd name="connsiteY8" fmla="*/ 2198837 h 2618380"/>
                            <a:gd name="connsiteX9" fmla="*/ 2314879 w 2607552"/>
                            <a:gd name="connsiteY9" fmla="*/ 2518574 h 2618380"/>
                            <a:gd name="connsiteX10" fmla="*/ 1676400 w 2607552"/>
                            <a:gd name="connsiteY10" fmla="*/ 2455822 h 2618380"/>
                            <a:gd name="connsiteX11" fmla="*/ 1295400 w 2607552"/>
                            <a:gd name="connsiteY11" fmla="*/ 2049422 h 2618380"/>
                            <a:gd name="connsiteX12" fmla="*/ 685800 w 2607552"/>
                            <a:gd name="connsiteY12" fmla="*/ 2582822 h 2618380"/>
                            <a:gd name="connsiteX13" fmla="*/ 160867 w 2607552"/>
                            <a:gd name="connsiteY13" fmla="*/ 2421955 h 2618380"/>
                            <a:gd name="connsiteX14" fmla="*/ 0 w 2607552"/>
                            <a:gd name="connsiteY14" fmla="*/ 2007088 h 2618380"/>
                            <a:gd name="connsiteX15" fmla="*/ 313267 w 2607552"/>
                            <a:gd name="connsiteY15" fmla="*/ 1566822 h 2618380"/>
                            <a:gd name="connsiteX16" fmla="*/ 575734 w 2607552"/>
                            <a:gd name="connsiteY16" fmla="*/ 1329755 h 2618380"/>
                            <a:gd name="connsiteX17" fmla="*/ 143934 w 2607552"/>
                            <a:gd name="connsiteY17" fmla="*/ 906422 h 2618380"/>
                            <a:gd name="connsiteX18" fmla="*/ 50800 w 2607552"/>
                            <a:gd name="connsiteY18" fmla="*/ 356088 h 2618380"/>
                            <a:gd name="connsiteX19" fmla="*/ 152400 w 2607552"/>
                            <a:gd name="connsiteY19" fmla="*/ 195222 h 2618380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49422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49422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60867 w 2607552"/>
                            <a:gd name="connsiteY13" fmla="*/ 2421955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42936 w 2607552"/>
                            <a:gd name="connsiteY13" fmla="*/ 2453336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590558"/>
                            <a:gd name="connsiteX1" fmla="*/ 558800 w 2607552"/>
                            <a:gd name="connsiteY1" fmla="*/ 488 h 2590558"/>
                            <a:gd name="connsiteX2" fmla="*/ 1286934 w 2607552"/>
                            <a:gd name="connsiteY2" fmla="*/ 567755 h 2590558"/>
                            <a:gd name="connsiteX3" fmla="*/ 1751106 w 2607552"/>
                            <a:gd name="connsiteY3" fmla="*/ 102088 h 2590558"/>
                            <a:gd name="connsiteX4" fmla="*/ 2429934 w 2607552"/>
                            <a:gd name="connsiteY4" fmla="*/ 144422 h 2590558"/>
                            <a:gd name="connsiteX5" fmla="*/ 2490196 w 2607552"/>
                            <a:gd name="connsiteY5" fmla="*/ 843170 h 2590558"/>
                            <a:gd name="connsiteX6" fmla="*/ 2052418 w 2607552"/>
                            <a:gd name="connsiteY6" fmla="*/ 1294890 h 2590558"/>
                            <a:gd name="connsiteX7" fmla="*/ 2445876 w 2607552"/>
                            <a:gd name="connsiteY7" fmla="*/ 1671914 h 2590558"/>
                            <a:gd name="connsiteX8" fmla="*/ 2577352 w 2607552"/>
                            <a:gd name="connsiteY8" fmla="*/ 2198837 h 2590558"/>
                            <a:gd name="connsiteX9" fmla="*/ 2314879 w 2607552"/>
                            <a:gd name="connsiteY9" fmla="*/ 2518574 h 2590558"/>
                            <a:gd name="connsiteX10" fmla="*/ 1676400 w 2607552"/>
                            <a:gd name="connsiteY10" fmla="*/ 2455822 h 2590558"/>
                            <a:gd name="connsiteX11" fmla="*/ 1295400 w 2607552"/>
                            <a:gd name="connsiteY11" fmla="*/ 2062871 h 2590558"/>
                            <a:gd name="connsiteX12" fmla="*/ 685800 w 2607552"/>
                            <a:gd name="connsiteY12" fmla="*/ 2582822 h 2590558"/>
                            <a:gd name="connsiteX13" fmla="*/ 142936 w 2607552"/>
                            <a:gd name="connsiteY13" fmla="*/ 2453336 h 2590558"/>
                            <a:gd name="connsiteX14" fmla="*/ 0 w 2607552"/>
                            <a:gd name="connsiteY14" fmla="*/ 2007088 h 2590558"/>
                            <a:gd name="connsiteX15" fmla="*/ 313267 w 2607552"/>
                            <a:gd name="connsiteY15" fmla="*/ 1566822 h 2590558"/>
                            <a:gd name="connsiteX16" fmla="*/ 575734 w 2607552"/>
                            <a:gd name="connsiteY16" fmla="*/ 1329755 h 2590558"/>
                            <a:gd name="connsiteX17" fmla="*/ 143934 w 2607552"/>
                            <a:gd name="connsiteY17" fmla="*/ 906422 h 2590558"/>
                            <a:gd name="connsiteX18" fmla="*/ 50800 w 2607552"/>
                            <a:gd name="connsiteY18" fmla="*/ 356088 h 2590558"/>
                            <a:gd name="connsiteX19" fmla="*/ 152400 w 2607552"/>
                            <a:gd name="connsiteY19" fmla="*/ 195222 h 2590558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313267 w 2607552"/>
                            <a:gd name="connsiteY15" fmla="*/ 156682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313267 w 2607552"/>
                            <a:gd name="connsiteY15" fmla="*/ 156682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321549 w 2615834"/>
                            <a:gd name="connsiteY15" fmla="*/ 156682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321549 w 2615834"/>
                            <a:gd name="connsiteY15" fmla="*/ 156682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290169 w 2615834"/>
                            <a:gd name="connsiteY15" fmla="*/ 155337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60682 w 2615834"/>
                            <a:gd name="connsiteY0" fmla="*/ 195222 h 2615497"/>
                            <a:gd name="connsiteX1" fmla="*/ 567082 w 2615834"/>
                            <a:gd name="connsiteY1" fmla="*/ 488 h 2615497"/>
                            <a:gd name="connsiteX2" fmla="*/ 1295216 w 2615834"/>
                            <a:gd name="connsiteY2" fmla="*/ 567755 h 2615497"/>
                            <a:gd name="connsiteX3" fmla="*/ 1759388 w 2615834"/>
                            <a:gd name="connsiteY3" fmla="*/ 102088 h 2615497"/>
                            <a:gd name="connsiteX4" fmla="*/ 2438216 w 2615834"/>
                            <a:gd name="connsiteY4" fmla="*/ 144422 h 2615497"/>
                            <a:gd name="connsiteX5" fmla="*/ 2498478 w 2615834"/>
                            <a:gd name="connsiteY5" fmla="*/ 843170 h 2615497"/>
                            <a:gd name="connsiteX6" fmla="*/ 2060700 w 2615834"/>
                            <a:gd name="connsiteY6" fmla="*/ 1294890 h 2615497"/>
                            <a:gd name="connsiteX7" fmla="*/ 2454158 w 2615834"/>
                            <a:gd name="connsiteY7" fmla="*/ 1671914 h 2615497"/>
                            <a:gd name="connsiteX8" fmla="*/ 2585634 w 2615834"/>
                            <a:gd name="connsiteY8" fmla="*/ 2198837 h 2615497"/>
                            <a:gd name="connsiteX9" fmla="*/ 2323161 w 2615834"/>
                            <a:gd name="connsiteY9" fmla="*/ 2518574 h 2615497"/>
                            <a:gd name="connsiteX10" fmla="*/ 1684682 w 2615834"/>
                            <a:gd name="connsiteY10" fmla="*/ 2455822 h 2615497"/>
                            <a:gd name="connsiteX11" fmla="*/ 1303682 w 2615834"/>
                            <a:gd name="connsiteY11" fmla="*/ 2062871 h 2615497"/>
                            <a:gd name="connsiteX12" fmla="*/ 694082 w 2615834"/>
                            <a:gd name="connsiteY12" fmla="*/ 2582822 h 2615497"/>
                            <a:gd name="connsiteX13" fmla="*/ 151218 w 2615834"/>
                            <a:gd name="connsiteY13" fmla="*/ 2453336 h 2615497"/>
                            <a:gd name="connsiteX14" fmla="*/ 8282 w 2615834"/>
                            <a:gd name="connsiteY14" fmla="*/ 2007088 h 2615497"/>
                            <a:gd name="connsiteX15" fmla="*/ 290169 w 2615834"/>
                            <a:gd name="connsiteY15" fmla="*/ 1553372 h 2615497"/>
                            <a:gd name="connsiteX16" fmla="*/ 584016 w 2615834"/>
                            <a:gd name="connsiteY16" fmla="*/ 1329755 h 2615497"/>
                            <a:gd name="connsiteX17" fmla="*/ 152216 w 2615834"/>
                            <a:gd name="connsiteY17" fmla="*/ 906422 h 2615497"/>
                            <a:gd name="connsiteX18" fmla="*/ 59082 w 2615834"/>
                            <a:gd name="connsiteY18" fmla="*/ 356088 h 2615497"/>
                            <a:gd name="connsiteX19" fmla="*/ 160682 w 2615834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75734 w 2607552"/>
                            <a:gd name="connsiteY16" fmla="*/ 1329755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44355 w 2607552"/>
                            <a:gd name="connsiteY16" fmla="*/ 1307338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2400 w 2607552"/>
                            <a:gd name="connsiteY0" fmla="*/ 195222 h 2615497"/>
                            <a:gd name="connsiteX1" fmla="*/ 558800 w 2607552"/>
                            <a:gd name="connsiteY1" fmla="*/ 488 h 2615497"/>
                            <a:gd name="connsiteX2" fmla="*/ 1286934 w 2607552"/>
                            <a:gd name="connsiteY2" fmla="*/ 567755 h 2615497"/>
                            <a:gd name="connsiteX3" fmla="*/ 1751106 w 2607552"/>
                            <a:gd name="connsiteY3" fmla="*/ 102088 h 2615497"/>
                            <a:gd name="connsiteX4" fmla="*/ 2429934 w 2607552"/>
                            <a:gd name="connsiteY4" fmla="*/ 144422 h 2615497"/>
                            <a:gd name="connsiteX5" fmla="*/ 2490196 w 2607552"/>
                            <a:gd name="connsiteY5" fmla="*/ 843170 h 2615497"/>
                            <a:gd name="connsiteX6" fmla="*/ 2052418 w 2607552"/>
                            <a:gd name="connsiteY6" fmla="*/ 1294890 h 2615497"/>
                            <a:gd name="connsiteX7" fmla="*/ 2445876 w 2607552"/>
                            <a:gd name="connsiteY7" fmla="*/ 1671914 h 2615497"/>
                            <a:gd name="connsiteX8" fmla="*/ 2577352 w 2607552"/>
                            <a:gd name="connsiteY8" fmla="*/ 2198837 h 2615497"/>
                            <a:gd name="connsiteX9" fmla="*/ 2314879 w 2607552"/>
                            <a:gd name="connsiteY9" fmla="*/ 2518574 h 2615497"/>
                            <a:gd name="connsiteX10" fmla="*/ 1676400 w 2607552"/>
                            <a:gd name="connsiteY10" fmla="*/ 2455822 h 2615497"/>
                            <a:gd name="connsiteX11" fmla="*/ 1295400 w 2607552"/>
                            <a:gd name="connsiteY11" fmla="*/ 2062871 h 2615497"/>
                            <a:gd name="connsiteX12" fmla="*/ 685800 w 2607552"/>
                            <a:gd name="connsiteY12" fmla="*/ 2582822 h 2615497"/>
                            <a:gd name="connsiteX13" fmla="*/ 142936 w 2607552"/>
                            <a:gd name="connsiteY13" fmla="*/ 2453336 h 2615497"/>
                            <a:gd name="connsiteX14" fmla="*/ 0 w 2607552"/>
                            <a:gd name="connsiteY14" fmla="*/ 2007088 h 2615497"/>
                            <a:gd name="connsiteX15" fmla="*/ 281887 w 2607552"/>
                            <a:gd name="connsiteY15" fmla="*/ 1553372 h 2615497"/>
                            <a:gd name="connsiteX16" fmla="*/ 544355 w 2607552"/>
                            <a:gd name="connsiteY16" fmla="*/ 1307338 h 2615497"/>
                            <a:gd name="connsiteX17" fmla="*/ 143934 w 2607552"/>
                            <a:gd name="connsiteY17" fmla="*/ 906422 h 2615497"/>
                            <a:gd name="connsiteX18" fmla="*/ 50800 w 2607552"/>
                            <a:gd name="connsiteY18" fmla="*/ 356088 h 2615497"/>
                            <a:gd name="connsiteX19" fmla="*/ 152400 w 2607552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67755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67755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56602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56602 w 2611754"/>
                            <a:gd name="connsiteY19" fmla="*/ 195222 h 2615497"/>
                            <a:gd name="connsiteX0" fmla="*/ 134185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34185 w 2611754"/>
                            <a:gd name="connsiteY19" fmla="*/ 195222 h 2615497"/>
                            <a:gd name="connsiteX0" fmla="*/ 134185 w 2611754"/>
                            <a:gd name="connsiteY0" fmla="*/ 195222 h 2615497"/>
                            <a:gd name="connsiteX1" fmla="*/ 563002 w 2611754"/>
                            <a:gd name="connsiteY1" fmla="*/ 488 h 2615497"/>
                            <a:gd name="connsiteX2" fmla="*/ 1291136 w 2611754"/>
                            <a:gd name="connsiteY2" fmla="*/ 540854 h 2615497"/>
                            <a:gd name="connsiteX3" fmla="*/ 1755308 w 2611754"/>
                            <a:gd name="connsiteY3" fmla="*/ 102088 h 2615497"/>
                            <a:gd name="connsiteX4" fmla="*/ 2434136 w 2611754"/>
                            <a:gd name="connsiteY4" fmla="*/ 144422 h 2615497"/>
                            <a:gd name="connsiteX5" fmla="*/ 2494398 w 2611754"/>
                            <a:gd name="connsiteY5" fmla="*/ 843170 h 2615497"/>
                            <a:gd name="connsiteX6" fmla="*/ 2056620 w 2611754"/>
                            <a:gd name="connsiteY6" fmla="*/ 1294890 h 2615497"/>
                            <a:gd name="connsiteX7" fmla="*/ 2450078 w 2611754"/>
                            <a:gd name="connsiteY7" fmla="*/ 1671914 h 2615497"/>
                            <a:gd name="connsiteX8" fmla="*/ 2581554 w 2611754"/>
                            <a:gd name="connsiteY8" fmla="*/ 2198837 h 2615497"/>
                            <a:gd name="connsiteX9" fmla="*/ 2319081 w 2611754"/>
                            <a:gd name="connsiteY9" fmla="*/ 2518574 h 2615497"/>
                            <a:gd name="connsiteX10" fmla="*/ 1680602 w 2611754"/>
                            <a:gd name="connsiteY10" fmla="*/ 2455822 h 2615497"/>
                            <a:gd name="connsiteX11" fmla="*/ 1299602 w 2611754"/>
                            <a:gd name="connsiteY11" fmla="*/ 2062871 h 2615497"/>
                            <a:gd name="connsiteX12" fmla="*/ 690002 w 2611754"/>
                            <a:gd name="connsiteY12" fmla="*/ 2582822 h 2615497"/>
                            <a:gd name="connsiteX13" fmla="*/ 147138 w 2611754"/>
                            <a:gd name="connsiteY13" fmla="*/ 2453336 h 2615497"/>
                            <a:gd name="connsiteX14" fmla="*/ 4202 w 2611754"/>
                            <a:gd name="connsiteY14" fmla="*/ 2007088 h 2615497"/>
                            <a:gd name="connsiteX15" fmla="*/ 286089 w 2611754"/>
                            <a:gd name="connsiteY15" fmla="*/ 1553372 h 2615497"/>
                            <a:gd name="connsiteX16" fmla="*/ 548557 w 2611754"/>
                            <a:gd name="connsiteY16" fmla="*/ 1307338 h 2615497"/>
                            <a:gd name="connsiteX17" fmla="*/ 148136 w 2611754"/>
                            <a:gd name="connsiteY17" fmla="*/ 906422 h 2615497"/>
                            <a:gd name="connsiteX18" fmla="*/ 55002 w 2611754"/>
                            <a:gd name="connsiteY18" fmla="*/ 356088 h 2615497"/>
                            <a:gd name="connsiteX19" fmla="*/ 134185 w 2611754"/>
                            <a:gd name="connsiteY19" fmla="*/ 195222 h 2615497"/>
                            <a:gd name="connsiteX0" fmla="*/ 143747 w 2621316"/>
                            <a:gd name="connsiteY0" fmla="*/ 195222 h 2615497"/>
                            <a:gd name="connsiteX1" fmla="*/ 572564 w 2621316"/>
                            <a:gd name="connsiteY1" fmla="*/ 488 h 2615497"/>
                            <a:gd name="connsiteX2" fmla="*/ 1300698 w 2621316"/>
                            <a:gd name="connsiteY2" fmla="*/ 540854 h 2615497"/>
                            <a:gd name="connsiteX3" fmla="*/ 1764870 w 2621316"/>
                            <a:gd name="connsiteY3" fmla="*/ 102088 h 2615497"/>
                            <a:gd name="connsiteX4" fmla="*/ 2443698 w 2621316"/>
                            <a:gd name="connsiteY4" fmla="*/ 144422 h 2615497"/>
                            <a:gd name="connsiteX5" fmla="*/ 2503960 w 2621316"/>
                            <a:gd name="connsiteY5" fmla="*/ 843170 h 2615497"/>
                            <a:gd name="connsiteX6" fmla="*/ 2066182 w 2621316"/>
                            <a:gd name="connsiteY6" fmla="*/ 1294890 h 2615497"/>
                            <a:gd name="connsiteX7" fmla="*/ 2459640 w 2621316"/>
                            <a:gd name="connsiteY7" fmla="*/ 1671914 h 2615497"/>
                            <a:gd name="connsiteX8" fmla="*/ 2591116 w 2621316"/>
                            <a:gd name="connsiteY8" fmla="*/ 2198837 h 2615497"/>
                            <a:gd name="connsiteX9" fmla="*/ 2328643 w 2621316"/>
                            <a:gd name="connsiteY9" fmla="*/ 2518574 h 2615497"/>
                            <a:gd name="connsiteX10" fmla="*/ 1690164 w 2621316"/>
                            <a:gd name="connsiteY10" fmla="*/ 2455822 h 2615497"/>
                            <a:gd name="connsiteX11" fmla="*/ 1309164 w 2621316"/>
                            <a:gd name="connsiteY11" fmla="*/ 2062871 h 2615497"/>
                            <a:gd name="connsiteX12" fmla="*/ 699564 w 2621316"/>
                            <a:gd name="connsiteY12" fmla="*/ 2582822 h 2615497"/>
                            <a:gd name="connsiteX13" fmla="*/ 156700 w 2621316"/>
                            <a:gd name="connsiteY13" fmla="*/ 2453336 h 2615497"/>
                            <a:gd name="connsiteX14" fmla="*/ 13764 w 2621316"/>
                            <a:gd name="connsiteY14" fmla="*/ 2007088 h 2615497"/>
                            <a:gd name="connsiteX15" fmla="*/ 295651 w 2621316"/>
                            <a:gd name="connsiteY15" fmla="*/ 1553372 h 2615497"/>
                            <a:gd name="connsiteX16" fmla="*/ 558119 w 2621316"/>
                            <a:gd name="connsiteY16" fmla="*/ 1307338 h 2615497"/>
                            <a:gd name="connsiteX17" fmla="*/ 157698 w 2621316"/>
                            <a:gd name="connsiteY17" fmla="*/ 906422 h 2615497"/>
                            <a:gd name="connsiteX18" fmla="*/ 44044 w 2621316"/>
                            <a:gd name="connsiteY18" fmla="*/ 347293 h 2615497"/>
                            <a:gd name="connsiteX19" fmla="*/ 143747 w 2621316"/>
                            <a:gd name="connsiteY19" fmla="*/ 195222 h 2615497"/>
                            <a:gd name="connsiteX0" fmla="*/ 143747 w 2621316"/>
                            <a:gd name="connsiteY0" fmla="*/ 195222 h 2615497"/>
                            <a:gd name="connsiteX1" fmla="*/ 572564 w 2621316"/>
                            <a:gd name="connsiteY1" fmla="*/ 488 h 2615497"/>
                            <a:gd name="connsiteX2" fmla="*/ 1300698 w 2621316"/>
                            <a:gd name="connsiteY2" fmla="*/ 540854 h 2615497"/>
                            <a:gd name="connsiteX3" fmla="*/ 1764870 w 2621316"/>
                            <a:gd name="connsiteY3" fmla="*/ 102088 h 2615497"/>
                            <a:gd name="connsiteX4" fmla="*/ 2443698 w 2621316"/>
                            <a:gd name="connsiteY4" fmla="*/ 144422 h 2615497"/>
                            <a:gd name="connsiteX5" fmla="*/ 2503960 w 2621316"/>
                            <a:gd name="connsiteY5" fmla="*/ 843170 h 2615497"/>
                            <a:gd name="connsiteX6" fmla="*/ 2066182 w 2621316"/>
                            <a:gd name="connsiteY6" fmla="*/ 1294890 h 2615497"/>
                            <a:gd name="connsiteX7" fmla="*/ 2459640 w 2621316"/>
                            <a:gd name="connsiteY7" fmla="*/ 1671914 h 2615497"/>
                            <a:gd name="connsiteX8" fmla="*/ 2591116 w 2621316"/>
                            <a:gd name="connsiteY8" fmla="*/ 2198837 h 2615497"/>
                            <a:gd name="connsiteX9" fmla="*/ 2328643 w 2621316"/>
                            <a:gd name="connsiteY9" fmla="*/ 2518574 h 2615497"/>
                            <a:gd name="connsiteX10" fmla="*/ 1690164 w 2621316"/>
                            <a:gd name="connsiteY10" fmla="*/ 2455822 h 2615497"/>
                            <a:gd name="connsiteX11" fmla="*/ 1309164 w 2621316"/>
                            <a:gd name="connsiteY11" fmla="*/ 2062871 h 2615497"/>
                            <a:gd name="connsiteX12" fmla="*/ 699564 w 2621316"/>
                            <a:gd name="connsiteY12" fmla="*/ 2582822 h 2615497"/>
                            <a:gd name="connsiteX13" fmla="*/ 156700 w 2621316"/>
                            <a:gd name="connsiteY13" fmla="*/ 2453336 h 2615497"/>
                            <a:gd name="connsiteX14" fmla="*/ 13764 w 2621316"/>
                            <a:gd name="connsiteY14" fmla="*/ 2007088 h 2615497"/>
                            <a:gd name="connsiteX15" fmla="*/ 295651 w 2621316"/>
                            <a:gd name="connsiteY15" fmla="*/ 1553372 h 2615497"/>
                            <a:gd name="connsiteX16" fmla="*/ 558119 w 2621316"/>
                            <a:gd name="connsiteY16" fmla="*/ 1307338 h 2615497"/>
                            <a:gd name="connsiteX17" fmla="*/ 157698 w 2621316"/>
                            <a:gd name="connsiteY17" fmla="*/ 906422 h 2615497"/>
                            <a:gd name="connsiteX18" fmla="*/ 44044 w 2621316"/>
                            <a:gd name="connsiteY18" fmla="*/ 347293 h 2615497"/>
                            <a:gd name="connsiteX19" fmla="*/ 143747 w 2621316"/>
                            <a:gd name="connsiteY19" fmla="*/ 195222 h 2615497"/>
                            <a:gd name="connsiteX0" fmla="*/ 143747 w 2621316"/>
                            <a:gd name="connsiteY0" fmla="*/ 195222 h 2610117"/>
                            <a:gd name="connsiteX1" fmla="*/ 572564 w 2621316"/>
                            <a:gd name="connsiteY1" fmla="*/ 488 h 2610117"/>
                            <a:gd name="connsiteX2" fmla="*/ 1300698 w 2621316"/>
                            <a:gd name="connsiteY2" fmla="*/ 540854 h 2610117"/>
                            <a:gd name="connsiteX3" fmla="*/ 1764870 w 2621316"/>
                            <a:gd name="connsiteY3" fmla="*/ 102088 h 2610117"/>
                            <a:gd name="connsiteX4" fmla="*/ 2443698 w 2621316"/>
                            <a:gd name="connsiteY4" fmla="*/ 144422 h 2610117"/>
                            <a:gd name="connsiteX5" fmla="*/ 2503960 w 2621316"/>
                            <a:gd name="connsiteY5" fmla="*/ 843170 h 2610117"/>
                            <a:gd name="connsiteX6" fmla="*/ 2066182 w 2621316"/>
                            <a:gd name="connsiteY6" fmla="*/ 1294890 h 2610117"/>
                            <a:gd name="connsiteX7" fmla="*/ 2459640 w 2621316"/>
                            <a:gd name="connsiteY7" fmla="*/ 1671914 h 2610117"/>
                            <a:gd name="connsiteX8" fmla="*/ 2591116 w 2621316"/>
                            <a:gd name="connsiteY8" fmla="*/ 2198837 h 2610117"/>
                            <a:gd name="connsiteX9" fmla="*/ 2328643 w 2621316"/>
                            <a:gd name="connsiteY9" fmla="*/ 2518574 h 2610117"/>
                            <a:gd name="connsiteX10" fmla="*/ 1690164 w 2621316"/>
                            <a:gd name="connsiteY10" fmla="*/ 2455822 h 2610117"/>
                            <a:gd name="connsiteX11" fmla="*/ 1309164 w 2621316"/>
                            <a:gd name="connsiteY11" fmla="*/ 2062871 h 2610117"/>
                            <a:gd name="connsiteX12" fmla="*/ 699564 w 2621316"/>
                            <a:gd name="connsiteY12" fmla="*/ 2582822 h 2610117"/>
                            <a:gd name="connsiteX13" fmla="*/ 168423 w 2621316"/>
                            <a:gd name="connsiteY13" fmla="*/ 2426953 h 2610117"/>
                            <a:gd name="connsiteX14" fmla="*/ 13764 w 2621316"/>
                            <a:gd name="connsiteY14" fmla="*/ 2007088 h 2610117"/>
                            <a:gd name="connsiteX15" fmla="*/ 295651 w 2621316"/>
                            <a:gd name="connsiteY15" fmla="*/ 1553372 h 2610117"/>
                            <a:gd name="connsiteX16" fmla="*/ 558119 w 2621316"/>
                            <a:gd name="connsiteY16" fmla="*/ 1307338 h 2610117"/>
                            <a:gd name="connsiteX17" fmla="*/ 157698 w 2621316"/>
                            <a:gd name="connsiteY17" fmla="*/ 906422 h 2610117"/>
                            <a:gd name="connsiteX18" fmla="*/ 44044 w 2621316"/>
                            <a:gd name="connsiteY18" fmla="*/ 347293 h 2610117"/>
                            <a:gd name="connsiteX19" fmla="*/ 143747 w 2621316"/>
                            <a:gd name="connsiteY19" fmla="*/ 195222 h 2610117"/>
                            <a:gd name="connsiteX0" fmla="*/ 143747 w 2621316"/>
                            <a:gd name="connsiteY0" fmla="*/ 195222 h 2610117"/>
                            <a:gd name="connsiteX1" fmla="*/ 572564 w 2621316"/>
                            <a:gd name="connsiteY1" fmla="*/ 488 h 2610117"/>
                            <a:gd name="connsiteX2" fmla="*/ 1300698 w 2621316"/>
                            <a:gd name="connsiteY2" fmla="*/ 540854 h 2610117"/>
                            <a:gd name="connsiteX3" fmla="*/ 1764870 w 2621316"/>
                            <a:gd name="connsiteY3" fmla="*/ 102088 h 2610117"/>
                            <a:gd name="connsiteX4" fmla="*/ 2443698 w 2621316"/>
                            <a:gd name="connsiteY4" fmla="*/ 144422 h 2610117"/>
                            <a:gd name="connsiteX5" fmla="*/ 2503960 w 2621316"/>
                            <a:gd name="connsiteY5" fmla="*/ 843170 h 2610117"/>
                            <a:gd name="connsiteX6" fmla="*/ 2066182 w 2621316"/>
                            <a:gd name="connsiteY6" fmla="*/ 1294890 h 2610117"/>
                            <a:gd name="connsiteX7" fmla="*/ 2459640 w 2621316"/>
                            <a:gd name="connsiteY7" fmla="*/ 1671914 h 2610117"/>
                            <a:gd name="connsiteX8" fmla="*/ 2591116 w 2621316"/>
                            <a:gd name="connsiteY8" fmla="*/ 2198837 h 2610117"/>
                            <a:gd name="connsiteX9" fmla="*/ 2328643 w 2621316"/>
                            <a:gd name="connsiteY9" fmla="*/ 2518574 h 2610117"/>
                            <a:gd name="connsiteX10" fmla="*/ 1690164 w 2621316"/>
                            <a:gd name="connsiteY10" fmla="*/ 2455822 h 2610117"/>
                            <a:gd name="connsiteX11" fmla="*/ 1309164 w 2621316"/>
                            <a:gd name="connsiteY11" fmla="*/ 2062871 h 2610117"/>
                            <a:gd name="connsiteX12" fmla="*/ 699564 w 2621316"/>
                            <a:gd name="connsiteY12" fmla="*/ 2582822 h 2610117"/>
                            <a:gd name="connsiteX13" fmla="*/ 168423 w 2621316"/>
                            <a:gd name="connsiteY13" fmla="*/ 2426953 h 2610117"/>
                            <a:gd name="connsiteX14" fmla="*/ 13764 w 2621316"/>
                            <a:gd name="connsiteY14" fmla="*/ 2007088 h 2610117"/>
                            <a:gd name="connsiteX15" fmla="*/ 295651 w 2621316"/>
                            <a:gd name="connsiteY15" fmla="*/ 1553372 h 2610117"/>
                            <a:gd name="connsiteX16" fmla="*/ 558119 w 2621316"/>
                            <a:gd name="connsiteY16" fmla="*/ 1307338 h 2610117"/>
                            <a:gd name="connsiteX17" fmla="*/ 157698 w 2621316"/>
                            <a:gd name="connsiteY17" fmla="*/ 906422 h 2610117"/>
                            <a:gd name="connsiteX18" fmla="*/ 44044 w 2621316"/>
                            <a:gd name="connsiteY18" fmla="*/ 347293 h 2610117"/>
                            <a:gd name="connsiteX19" fmla="*/ 143747 w 2621316"/>
                            <a:gd name="connsiteY19" fmla="*/ 195222 h 2610117"/>
                            <a:gd name="connsiteX0" fmla="*/ 143747 w 2621316"/>
                            <a:gd name="connsiteY0" fmla="*/ 195222 h 2590558"/>
                            <a:gd name="connsiteX1" fmla="*/ 572564 w 2621316"/>
                            <a:gd name="connsiteY1" fmla="*/ 488 h 2590558"/>
                            <a:gd name="connsiteX2" fmla="*/ 1300698 w 2621316"/>
                            <a:gd name="connsiteY2" fmla="*/ 540854 h 2590558"/>
                            <a:gd name="connsiteX3" fmla="*/ 1764870 w 2621316"/>
                            <a:gd name="connsiteY3" fmla="*/ 102088 h 2590558"/>
                            <a:gd name="connsiteX4" fmla="*/ 2443698 w 2621316"/>
                            <a:gd name="connsiteY4" fmla="*/ 144422 h 2590558"/>
                            <a:gd name="connsiteX5" fmla="*/ 2503960 w 2621316"/>
                            <a:gd name="connsiteY5" fmla="*/ 843170 h 2590558"/>
                            <a:gd name="connsiteX6" fmla="*/ 2066182 w 2621316"/>
                            <a:gd name="connsiteY6" fmla="*/ 1294890 h 2590558"/>
                            <a:gd name="connsiteX7" fmla="*/ 2459640 w 2621316"/>
                            <a:gd name="connsiteY7" fmla="*/ 1671914 h 2590558"/>
                            <a:gd name="connsiteX8" fmla="*/ 2591116 w 2621316"/>
                            <a:gd name="connsiteY8" fmla="*/ 2198837 h 2590558"/>
                            <a:gd name="connsiteX9" fmla="*/ 2328643 w 2621316"/>
                            <a:gd name="connsiteY9" fmla="*/ 2518574 h 2590558"/>
                            <a:gd name="connsiteX10" fmla="*/ 1690164 w 2621316"/>
                            <a:gd name="connsiteY10" fmla="*/ 2455822 h 2590558"/>
                            <a:gd name="connsiteX11" fmla="*/ 1309164 w 2621316"/>
                            <a:gd name="connsiteY11" fmla="*/ 2062871 h 2590558"/>
                            <a:gd name="connsiteX12" fmla="*/ 699564 w 2621316"/>
                            <a:gd name="connsiteY12" fmla="*/ 2582822 h 2590558"/>
                            <a:gd name="connsiteX13" fmla="*/ 168423 w 2621316"/>
                            <a:gd name="connsiteY13" fmla="*/ 2426953 h 2590558"/>
                            <a:gd name="connsiteX14" fmla="*/ 13764 w 2621316"/>
                            <a:gd name="connsiteY14" fmla="*/ 2007088 h 2590558"/>
                            <a:gd name="connsiteX15" fmla="*/ 295651 w 2621316"/>
                            <a:gd name="connsiteY15" fmla="*/ 1553372 h 2590558"/>
                            <a:gd name="connsiteX16" fmla="*/ 558119 w 2621316"/>
                            <a:gd name="connsiteY16" fmla="*/ 1307338 h 2590558"/>
                            <a:gd name="connsiteX17" fmla="*/ 157698 w 2621316"/>
                            <a:gd name="connsiteY17" fmla="*/ 906422 h 2590558"/>
                            <a:gd name="connsiteX18" fmla="*/ 44044 w 2621316"/>
                            <a:gd name="connsiteY18" fmla="*/ 347293 h 2590558"/>
                            <a:gd name="connsiteX19" fmla="*/ 143747 w 2621316"/>
                            <a:gd name="connsiteY19" fmla="*/ 195222 h 2590558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2803"/>
                            <a:gd name="connsiteX1" fmla="*/ 572564 w 2621316"/>
                            <a:gd name="connsiteY1" fmla="*/ 488 h 2592803"/>
                            <a:gd name="connsiteX2" fmla="*/ 1300698 w 2621316"/>
                            <a:gd name="connsiteY2" fmla="*/ 540854 h 2592803"/>
                            <a:gd name="connsiteX3" fmla="*/ 1764870 w 2621316"/>
                            <a:gd name="connsiteY3" fmla="*/ 102088 h 2592803"/>
                            <a:gd name="connsiteX4" fmla="*/ 2443698 w 2621316"/>
                            <a:gd name="connsiteY4" fmla="*/ 144422 h 2592803"/>
                            <a:gd name="connsiteX5" fmla="*/ 2503960 w 2621316"/>
                            <a:gd name="connsiteY5" fmla="*/ 843170 h 2592803"/>
                            <a:gd name="connsiteX6" fmla="*/ 2066182 w 2621316"/>
                            <a:gd name="connsiteY6" fmla="*/ 1294890 h 2592803"/>
                            <a:gd name="connsiteX7" fmla="*/ 2459640 w 2621316"/>
                            <a:gd name="connsiteY7" fmla="*/ 1671914 h 2592803"/>
                            <a:gd name="connsiteX8" fmla="*/ 2591116 w 2621316"/>
                            <a:gd name="connsiteY8" fmla="*/ 2198837 h 2592803"/>
                            <a:gd name="connsiteX9" fmla="*/ 2328643 w 2621316"/>
                            <a:gd name="connsiteY9" fmla="*/ 2518574 h 2592803"/>
                            <a:gd name="connsiteX10" fmla="*/ 1690164 w 2621316"/>
                            <a:gd name="connsiteY10" fmla="*/ 2455822 h 2592803"/>
                            <a:gd name="connsiteX11" fmla="*/ 1309164 w 2621316"/>
                            <a:gd name="connsiteY11" fmla="*/ 2062871 h 2592803"/>
                            <a:gd name="connsiteX12" fmla="*/ 699564 w 2621316"/>
                            <a:gd name="connsiteY12" fmla="*/ 2582822 h 2592803"/>
                            <a:gd name="connsiteX13" fmla="*/ 168423 w 2621316"/>
                            <a:gd name="connsiteY13" fmla="*/ 2426953 h 2592803"/>
                            <a:gd name="connsiteX14" fmla="*/ 13764 w 2621316"/>
                            <a:gd name="connsiteY14" fmla="*/ 2007088 h 2592803"/>
                            <a:gd name="connsiteX15" fmla="*/ 295651 w 2621316"/>
                            <a:gd name="connsiteY15" fmla="*/ 1553372 h 2592803"/>
                            <a:gd name="connsiteX16" fmla="*/ 558119 w 2621316"/>
                            <a:gd name="connsiteY16" fmla="*/ 1307338 h 2592803"/>
                            <a:gd name="connsiteX17" fmla="*/ 157698 w 2621316"/>
                            <a:gd name="connsiteY17" fmla="*/ 906422 h 2592803"/>
                            <a:gd name="connsiteX18" fmla="*/ 44044 w 2621316"/>
                            <a:gd name="connsiteY18" fmla="*/ 347293 h 2592803"/>
                            <a:gd name="connsiteX19" fmla="*/ 143747 w 2621316"/>
                            <a:gd name="connsiteY19" fmla="*/ 195222 h 2592803"/>
                            <a:gd name="connsiteX0" fmla="*/ 143747 w 2621316"/>
                            <a:gd name="connsiteY0" fmla="*/ 195222 h 2590558"/>
                            <a:gd name="connsiteX1" fmla="*/ 572564 w 2621316"/>
                            <a:gd name="connsiteY1" fmla="*/ 488 h 2590558"/>
                            <a:gd name="connsiteX2" fmla="*/ 1300698 w 2621316"/>
                            <a:gd name="connsiteY2" fmla="*/ 540854 h 2590558"/>
                            <a:gd name="connsiteX3" fmla="*/ 1764870 w 2621316"/>
                            <a:gd name="connsiteY3" fmla="*/ 102088 h 2590558"/>
                            <a:gd name="connsiteX4" fmla="*/ 2443698 w 2621316"/>
                            <a:gd name="connsiteY4" fmla="*/ 144422 h 2590558"/>
                            <a:gd name="connsiteX5" fmla="*/ 2503960 w 2621316"/>
                            <a:gd name="connsiteY5" fmla="*/ 843170 h 2590558"/>
                            <a:gd name="connsiteX6" fmla="*/ 2066182 w 2621316"/>
                            <a:gd name="connsiteY6" fmla="*/ 1294890 h 2590558"/>
                            <a:gd name="connsiteX7" fmla="*/ 2459640 w 2621316"/>
                            <a:gd name="connsiteY7" fmla="*/ 1671914 h 2590558"/>
                            <a:gd name="connsiteX8" fmla="*/ 2591116 w 2621316"/>
                            <a:gd name="connsiteY8" fmla="*/ 2198837 h 2590558"/>
                            <a:gd name="connsiteX9" fmla="*/ 2328643 w 2621316"/>
                            <a:gd name="connsiteY9" fmla="*/ 2518574 h 2590558"/>
                            <a:gd name="connsiteX10" fmla="*/ 1690164 w 2621316"/>
                            <a:gd name="connsiteY10" fmla="*/ 2455822 h 2590558"/>
                            <a:gd name="connsiteX11" fmla="*/ 1309164 w 2621316"/>
                            <a:gd name="connsiteY11" fmla="*/ 2062871 h 2590558"/>
                            <a:gd name="connsiteX12" fmla="*/ 699564 w 2621316"/>
                            <a:gd name="connsiteY12" fmla="*/ 2582822 h 2590558"/>
                            <a:gd name="connsiteX13" fmla="*/ 168423 w 2621316"/>
                            <a:gd name="connsiteY13" fmla="*/ 2426953 h 2590558"/>
                            <a:gd name="connsiteX14" fmla="*/ 13764 w 2621316"/>
                            <a:gd name="connsiteY14" fmla="*/ 2007088 h 2590558"/>
                            <a:gd name="connsiteX15" fmla="*/ 295651 w 2621316"/>
                            <a:gd name="connsiteY15" fmla="*/ 1553372 h 2590558"/>
                            <a:gd name="connsiteX16" fmla="*/ 558119 w 2621316"/>
                            <a:gd name="connsiteY16" fmla="*/ 1307338 h 2590558"/>
                            <a:gd name="connsiteX17" fmla="*/ 157698 w 2621316"/>
                            <a:gd name="connsiteY17" fmla="*/ 906422 h 2590558"/>
                            <a:gd name="connsiteX18" fmla="*/ 44044 w 2621316"/>
                            <a:gd name="connsiteY18" fmla="*/ 347293 h 2590558"/>
                            <a:gd name="connsiteX19" fmla="*/ 143747 w 2621316"/>
                            <a:gd name="connsiteY19" fmla="*/ 195222 h 259055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</a:cxnLst>
                          <a:rect l="l" t="t" r="r" b="b"/>
                          <a:pathLst>
                            <a:path w="2621316" h="2590558">
                              <a:moveTo>
                                <a:pt x="143747" y="195222"/>
                              </a:moveTo>
                              <a:cubicBezTo>
                                <a:pt x="306114" y="22711"/>
                                <a:pt x="419163" y="11599"/>
                                <a:pt x="572564" y="488"/>
                              </a:cubicBezTo>
                              <a:cubicBezTo>
                                <a:pt x="846659" y="28178"/>
                                <a:pt x="1049020" y="262099"/>
                                <a:pt x="1300698" y="540854"/>
                              </a:cubicBezTo>
                              <a:lnTo>
                                <a:pt x="1764870" y="102088"/>
                              </a:lnTo>
                              <a:cubicBezTo>
                                <a:pt x="1982181" y="-40709"/>
                                <a:pt x="2235351" y="-40046"/>
                                <a:pt x="2443698" y="144422"/>
                              </a:cubicBezTo>
                              <a:cubicBezTo>
                                <a:pt x="2598256" y="323544"/>
                                <a:pt x="2721437" y="556460"/>
                                <a:pt x="2503960" y="843170"/>
                              </a:cubicBezTo>
                              <a:lnTo>
                                <a:pt x="2066182" y="1294890"/>
                              </a:lnTo>
                              <a:lnTo>
                                <a:pt x="2459640" y="1671914"/>
                              </a:lnTo>
                              <a:cubicBezTo>
                                <a:pt x="2557259" y="1808703"/>
                                <a:pt x="2632463" y="1900666"/>
                                <a:pt x="2591116" y="2198837"/>
                              </a:cubicBezTo>
                              <a:cubicBezTo>
                                <a:pt x="2539487" y="2318865"/>
                                <a:pt x="2478892" y="2425443"/>
                                <a:pt x="2328643" y="2518574"/>
                              </a:cubicBezTo>
                              <a:cubicBezTo>
                                <a:pt x="2111335" y="2663522"/>
                                <a:pt x="1826782" y="2561916"/>
                                <a:pt x="1690164" y="2455822"/>
                              </a:cubicBezTo>
                              <a:lnTo>
                                <a:pt x="1309164" y="2062871"/>
                              </a:lnTo>
                              <a:cubicBezTo>
                                <a:pt x="1105964" y="2236188"/>
                                <a:pt x="912076" y="2501239"/>
                                <a:pt x="699564" y="2582822"/>
                              </a:cubicBezTo>
                              <a:cubicBezTo>
                                <a:pt x="509817" y="2610701"/>
                                <a:pt x="277377" y="2538087"/>
                                <a:pt x="168423" y="2426953"/>
                              </a:cubicBezTo>
                              <a:cubicBezTo>
                                <a:pt x="70668" y="2330984"/>
                                <a:pt x="-3588" y="2155837"/>
                                <a:pt x="13764" y="2007088"/>
                              </a:cubicBezTo>
                              <a:cubicBezTo>
                                <a:pt x="62841" y="1755315"/>
                                <a:pt x="191229" y="1700127"/>
                                <a:pt x="295651" y="1553372"/>
                              </a:cubicBezTo>
                              <a:lnTo>
                                <a:pt x="558119" y="1307338"/>
                              </a:lnTo>
                              <a:lnTo>
                                <a:pt x="157698" y="906422"/>
                              </a:lnTo>
                              <a:cubicBezTo>
                                <a:pt x="-93003" y="592961"/>
                                <a:pt x="25778" y="373822"/>
                                <a:pt x="44044" y="347293"/>
                              </a:cubicBezTo>
                              <a:cubicBezTo>
                                <a:pt x="71417" y="267289"/>
                                <a:pt x="110513" y="245912"/>
                                <a:pt x="143747" y="19522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DFE1E" id="Freihandform 213" o:spid="_x0000_s1026" style="position:absolute;margin-left:180.6pt;margin-top:27.55pt;width:258.05pt;height:255pt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2621316,25905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" path="m143747,195222c306114,22711,419163,11599,572564,488v274095,27690,476456,261611,728134,540366l1764870,102088v217311,-142797,470481,-142134,678828,42334c2598256,323544,2721437,556460,2503960,843170r-437778,451720l2459640,1671914v97619,136789,172823,228752,131476,526923c2539487,2318865,2478892,2425443,2328643,2518574v-217308,144948,-501861,43342,-638479,-62752l1309164,2062871v-203200,173317,-397088,438368,-609600,519951c509817,2610701,277377,2538087,168423,2426953,70668,2330984,-3588,2155837,13764,2007088,62841,1755315,191229,1700127,295651,1553372l558119,1307338,157698,906422c-93003,592961,25778,373822,44044,347293,71417,267289,110513,245912,143747,195222xe" fillcolor="red" strokecolor="black [3213]" strokeweight="3pt">
                <v:path arrowok="t" o:connecttype="custom" o:connectlocs="179716,244050;715834,610;1626165,676131;2206485,127622;3055173,180544;3130514,1054061;2583193,1618764;3075104,2090088;3239478,2748803;2911328,3148512;2113085,3070064;1636750,2578830;874612,3228829;210567,3033975;17208,2509094;369630,1941896;697774,1634325;197158,1133133;55065,434157;179716,244050" o:connectangles="0,0,0,0,0,0,0,0,0,0,0,0,0,0,0,0,0,0,0,0"/>
                <w10:wrap anchorx="page"/>
              </v:shape>
            </w:pict>
          </mc:Fallback>
        </mc:AlternateContent>
      </w:r>
    </w:p>
    <w:p w:rsidR="00A30A90" w:rsidRDefault="00A30A90" w:rsidP="00963D31"/>
    <w:p w:rsidR="00A30A90" w:rsidRDefault="00A30A90" w:rsidP="00963D31"/>
    <w:p w:rsidR="00A30A90" w:rsidRDefault="00A30A90" w:rsidP="00963D31"/>
    <w:p w:rsidR="00A30A90" w:rsidRDefault="00A30A90" w:rsidP="00963D31"/>
    <w:p w:rsidR="00A30A90" w:rsidRDefault="00A30A90" w:rsidP="00963D31"/>
    <w:p w:rsidR="00963D31" w:rsidRDefault="00963D31" w:rsidP="00963D31"/>
    <w:p w:rsidR="0015630E" w:rsidRDefault="0015630E">
      <w:pPr>
        <w:spacing w:after="0" w:line="240" w:lineRule="auto"/>
      </w:pPr>
      <w:r>
        <w:br w:type="page"/>
      </w:r>
    </w:p>
    <w:p w:rsidR="007E36ED" w:rsidRDefault="007E36ED" w:rsidP="007E36ED">
      <w:pPr>
        <w:rPr>
          <w:noProof/>
        </w:rPr>
      </w:pPr>
      <w:r>
        <w:rPr>
          <w:noProof/>
        </w:rPr>
        <w:lastRenderedPageBreak/>
        <w:t>Lisa hat in die abgebildete Spielkarte eine Gerade eingezeichnet.</w:t>
      </w:r>
    </w:p>
    <w:p w:rsidR="0015630E" w:rsidRDefault="005E4159" w:rsidP="007E36ED">
      <w:pPr>
        <w:pStyle w:val="Liste"/>
        <w:rPr>
          <w:noProof/>
        </w:rPr>
      </w:pPr>
      <w:bookmarkStart w:id="4" w:name="_GoBack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3CEF6EE7" wp14:editId="487E7806">
                <wp:simplePos x="0" y="0"/>
                <wp:positionH relativeFrom="column">
                  <wp:posOffset>1371600</wp:posOffset>
                </wp:positionH>
                <wp:positionV relativeFrom="paragraph">
                  <wp:posOffset>590492</wp:posOffset>
                </wp:positionV>
                <wp:extent cx="4267200" cy="4611370"/>
                <wp:effectExtent l="0" t="0" r="0" b="0"/>
                <wp:wrapNone/>
                <wp:docPr id="235" name="Gruppieren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67200" cy="4611370"/>
                          <a:chOff x="0" y="0"/>
                          <a:chExt cx="4267200" cy="4611370"/>
                        </a:xfrm>
                      </wpg:grpSpPr>
                      <wpg:grpSp>
                        <wpg:cNvPr id="236" name="Gruppieren 236"/>
                        <wpg:cNvGrpSpPr/>
                        <wpg:grpSpPr>
                          <a:xfrm>
                            <a:off x="0" y="0"/>
                            <a:ext cx="4267200" cy="4611370"/>
                            <a:chOff x="0" y="0"/>
                            <a:chExt cx="4267200" cy="4611370"/>
                          </a:xfrm>
                        </wpg:grpSpPr>
                        <pic:pic xmlns:pic="http://schemas.openxmlformats.org/drawingml/2006/picture">
                          <pic:nvPicPr>
                            <pic:cNvPr id="237" name="Grafik 2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4267200" cy="461137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238" name="Gruppieren 238"/>
                          <wpg:cNvGrpSpPr/>
                          <wpg:grpSpPr>
                            <a:xfrm>
                              <a:off x="762000" y="609600"/>
                              <a:ext cx="2694696" cy="3587261"/>
                              <a:chOff x="0" y="0"/>
                              <a:chExt cx="2694696" cy="3587261"/>
                            </a:xfrm>
                          </wpg:grpSpPr>
                          <wps:wsp>
                            <wps:cNvPr id="239" name="Herz 239"/>
                            <wps:cNvSpPr/>
                            <wps:spPr>
                              <a:xfrm>
                                <a:off x="2373923" y="480646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Herz 240"/>
                            <wps:cNvSpPr/>
                            <wps:spPr>
                              <a:xfrm>
                                <a:off x="0" y="474784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Herz 241"/>
                            <wps:cNvSpPr/>
                            <wps:spPr>
                              <a:xfrm rot="10800000">
                                <a:off x="2403231" y="2737338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2" name="Herz 242"/>
                            <wps:cNvSpPr/>
                            <wps:spPr>
                              <a:xfrm rot="10800000">
                                <a:off x="23446" y="2731477"/>
                                <a:ext cx="291465" cy="311150"/>
                              </a:xfrm>
                              <a:prstGeom prst="hear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243" name="Gruppieren 243"/>
                            <wpg:cNvGrpSpPr/>
                            <wpg:grpSpPr>
                              <a:xfrm rot="10800000">
                                <a:off x="2104293" y="3130061"/>
                                <a:ext cx="420370" cy="457200"/>
                                <a:chOff x="146542" y="-87925"/>
                                <a:chExt cx="420370" cy="457200"/>
                              </a:xfrm>
                            </wpg:grpSpPr>
                            <wps:wsp>
                              <wps:cNvPr id="244" name="Rechteck 244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5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542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4159" w:rsidRPr="00781455" w:rsidRDefault="005E4159" w:rsidP="005E4159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46" name="Gruppieren 246"/>
                            <wpg:cNvGrpSpPr/>
                            <wpg:grpSpPr>
                              <a:xfrm rot="10800000">
                                <a:off x="134816" y="3124200"/>
                                <a:ext cx="420370" cy="457200"/>
                                <a:chOff x="146542" y="-87925"/>
                                <a:chExt cx="420370" cy="457200"/>
                              </a:xfrm>
                            </wpg:grpSpPr>
                            <wps:wsp>
                              <wps:cNvPr id="247" name="Rechteck 247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542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4159" w:rsidRPr="00781455" w:rsidRDefault="005E4159" w:rsidP="005E4159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49" name="Gruppieren 249"/>
                            <wpg:cNvGrpSpPr/>
                            <wpg:grpSpPr>
                              <a:xfrm>
                                <a:off x="2174631" y="0"/>
                                <a:ext cx="420370" cy="457200"/>
                                <a:chOff x="164128" y="-87925"/>
                                <a:chExt cx="420370" cy="457200"/>
                              </a:xfrm>
                            </wpg:grpSpPr>
                            <wps:wsp>
                              <wps:cNvPr id="250" name="Rechteck 250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1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4128" y="-8792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4159" w:rsidRPr="00781455" w:rsidRDefault="005E4159" w:rsidP="005E4159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  <wpg:grpSp>
                            <wpg:cNvPr id="252" name="Gruppieren 252"/>
                            <wpg:cNvGrpSpPr/>
                            <wpg:grpSpPr>
                              <a:xfrm>
                                <a:off x="117231" y="23446"/>
                                <a:ext cx="419735" cy="456565"/>
                                <a:chOff x="144901" y="-70365"/>
                                <a:chExt cx="420370" cy="457200"/>
                              </a:xfrm>
                            </wpg:grpSpPr>
                            <wps:wsp>
                              <wps:cNvPr id="253" name="Rechteck 253"/>
                              <wps:cNvSpPr/>
                              <wps:spPr>
                                <a:xfrm>
                                  <a:off x="222738" y="0"/>
                                  <a:ext cx="274955" cy="31051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4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901" y="-70365"/>
                                  <a:ext cx="420370" cy="457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E4159" w:rsidRPr="00781455" w:rsidRDefault="005E4159" w:rsidP="005E4159">
                                    <w:pPr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</w:pPr>
                                    <w:r w:rsidRPr="00781455">
                                      <w:rPr>
                                        <w:b/>
                                        <w:sz w:val="48"/>
                                        <w:szCs w:val="48"/>
                                      </w:rPr>
                                      <w:t>J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255" name="Gerader Verbinder 255"/>
                        <wps:cNvCnPr/>
                        <wps:spPr>
                          <a:xfrm>
                            <a:off x="134815" y="2373923"/>
                            <a:ext cx="3949700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EF6EE7" id="Gruppieren 235" o:spid="_x0000_s1046" style="position:absolute;left:0;text-align:left;margin-left:108pt;margin-top:46.5pt;width:336pt;height:363.1pt;z-index:251703296" coordsize="42672,461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">
                <v:group id="Gruppieren 236" o:spid="_x0000_s1047" style="position:absolute;width:42672;height:46113" coordsize="42672,46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237" o:spid="_x0000_s1048" type="#_x0000_t75" style="position:absolute;width:42672;height:46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">
                    <v:imagedata r:id="rId21" o:title=""/>
                    <v:path arrowok="t"/>
                  </v:shape>
                  <v:group id="Gruppieren 238" o:spid="_x0000_s1049" style="position:absolute;left:7620;top:6096;width:26946;height:35872" coordsize="26946,35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  <v:shape id="Herz 239" o:spid="_x0000_s1050" style="position:absolute;left:23739;top:4806;width:2914;height:3111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240" o:spid="_x0000_s1051" style="position:absolute;top:4747;width:2914;height:3112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241" o:spid="_x0000_s1052" style="position:absolute;left:24032;top:27373;width:2914;height:3111;rotation:180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shape id="Herz 242" o:spid="_x0000_s1053" style="position:absolute;left:234;top:27314;width:2915;height:3112;rotation:180;visibility:visible;mso-wrap-style:square;v-text-anchor:middle" coordsize="291465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" path="m145733,77788v60721,-181505,297537,,,233362c-151805,77788,85011,-103717,145733,77788xe" fillcolor="red" strokecolor="red" strokeweight="2pt">
                      <v:path arrowok="t" o:connecttype="custom" o:connectlocs="145733,77788;145733,311150;145733,77788" o:connectangles="0,0,0"/>
                    </v:shape>
                    <v:group id="Gruppieren 243" o:spid="_x0000_s1054" style="position:absolute;left:21042;top:31300;width:4204;height:4572;rotation:180" coordorigin="1465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">
                      <v:rect id="Rechteck 244" o:spid="_x0000_s1055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" fillcolor="white [3212]" stroked="f" strokeweight="2pt"/>
                      <v:shape id="_x0000_s1056" type="#_x0000_t202" style="position:absolute;left:1465;top:-879;width:4204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TE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fJHC7Uw8AnL1BwAA//8DAFBLAQItABQABgAIAAAAIQDb4fbL7gAAAIUBAAATAAAAAAAAAAAA&#10;AAAAAAAAAABbQ29udGVudF9UeXBlc10ueG1sUEsBAi0AFAAGAAgAAAAhAFr0LFu/AAAAFQEAAAsA&#10;AAAAAAAAAAAAAAAAHwEAAF9yZWxzLy5yZWxzUEsBAi0AFAAGAAgAAAAhALFoZMTEAAAA3AAAAA8A&#10;AAAAAAAAAAAAAAAABwIAAGRycy9kb3ducmV2LnhtbFBLBQYAAAAAAwADALcAAAD4AgAAAAA=&#10;" filled="f" stroked="f">
                        <v:textbox>
                          <w:txbxContent>
                            <w:p w:rsidR="005E4159" w:rsidRPr="00781455" w:rsidRDefault="005E4159" w:rsidP="005E4159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46" o:spid="_x0000_s1057" style="position:absolute;left:1348;top:31242;width:4203;height:4572;rotation:180" coordorigin="1465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">
                      <v:rect id="Rechteck 247" o:spid="_x0000_s1058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" fillcolor="white [3212]" stroked="f" strokeweight="2pt"/>
                      <v:shape id="_x0000_s1059" type="#_x0000_t202" style="position:absolute;left:1465;top:-879;width:4204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      <v:textbox>
                          <w:txbxContent>
                            <w:p w:rsidR="005E4159" w:rsidRPr="00781455" w:rsidRDefault="005E4159" w:rsidP="005E4159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49" o:spid="_x0000_s1060" style="position:absolute;left:21746;width:4204;height:4572" coordorigin="1641,-879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et9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">
                      <v:rect id="Rechteck 250" o:spid="_x0000_s1061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" fillcolor="white [3212]" stroked="f" strokeweight="2pt"/>
                      <v:shape id="_x0000_s1062" type="#_x0000_t202" style="position:absolute;left:1641;top:-879;width:4203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      <v:textbox>
                          <w:txbxContent>
                            <w:p w:rsidR="005E4159" w:rsidRPr="00781455" w:rsidRDefault="005E4159" w:rsidP="005E4159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  <v:group id="Gruppieren 252" o:spid="_x0000_s1063" style="position:absolute;left:1172;top:234;width:4197;height:4566" coordorigin="1449,-703" coordsize="4203,4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    <v:rect id="Rechteck 253" o:spid="_x0000_s1064" style="position:absolute;left:2227;width:2749;height:31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" fillcolor="white [3212]" stroked="f" strokeweight="2pt"/>
                      <v:shape id="_x0000_s1065" type="#_x0000_t202" style="position:absolute;left:1449;top:-703;width:4203;height:4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      <v:textbox>
                          <w:txbxContent>
                            <w:p w:rsidR="005E4159" w:rsidRPr="00781455" w:rsidRDefault="005E4159" w:rsidP="005E4159">
                              <w:pPr>
                                <w:rPr>
                                  <w:b/>
                                  <w:sz w:val="48"/>
                                  <w:szCs w:val="48"/>
                                </w:rPr>
                              </w:pPr>
                              <w:r w:rsidRPr="00781455">
                                <w:rPr>
                                  <w:b/>
                                  <w:sz w:val="48"/>
                                  <w:szCs w:val="48"/>
                                </w:rPr>
                                <w:t>J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line id="Gerader Verbinder 255" o:spid="_x0000_s1066" style="position:absolute;visibility:visible;mso-wrap-style:square" from="1348,23739" to="40845,23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" strokecolor="#00b0f0" strokeweight="4.5pt"/>
              </v:group>
            </w:pict>
          </mc:Fallback>
        </mc:AlternateContent>
      </w:r>
      <w:bookmarkEnd w:id="4"/>
      <w:r w:rsidR="007E36ED">
        <w:rPr>
          <w:noProof/>
        </w:rPr>
        <w:t>c)</w:t>
      </w:r>
      <w:r w:rsidR="007E36ED">
        <w:rPr>
          <w:noProof/>
        </w:rPr>
        <w:tab/>
        <w:t>Begründe, dass diese Gerade keine Symmetrieachse der Spielkarte ist.</w:t>
      </w:r>
      <w:r w:rsidR="007E36ED">
        <w:rPr>
          <w:noProof/>
        </w:rPr>
        <w:br/>
        <w:t>_</w:t>
      </w:r>
      <w:r w:rsidR="007E36ED" w:rsidRPr="007E36ED">
        <w:rPr>
          <w:noProof/>
          <w:highlight w:val="yellow"/>
        </w:rPr>
        <w:t>...</w:t>
      </w:r>
      <w:r w:rsidR="007E36ED">
        <w:rPr>
          <w:noProof/>
        </w:rPr>
        <w:t>_</w:t>
      </w: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>
      <w:pPr>
        <w:rPr>
          <w:noProof/>
        </w:rPr>
      </w:pPr>
    </w:p>
    <w:p w:rsidR="0015630E" w:rsidRDefault="0015630E" w:rsidP="00963D31"/>
    <w:tbl>
      <w:tblPr>
        <w:tblStyle w:val="Tabellenraster"/>
        <w:tblpPr w:leftFromText="141" w:rightFromText="141" w:bottomFromText="120" w:vertAnchor="text" w:horzAnchor="page" w:tblpX="3050" w:tblpY="3385"/>
        <w:tblW w:w="0" w:type="auto"/>
        <w:tblInd w:w="0" w:type="dxa"/>
        <w:tblLook w:val="04A0" w:firstRow="1" w:lastRow="0" w:firstColumn="1" w:lastColumn="0" w:noHBand="0" w:noVBand="1"/>
      </w:tblPr>
      <w:tblGrid>
        <w:gridCol w:w="3475"/>
        <w:gridCol w:w="1532"/>
        <w:gridCol w:w="1532"/>
        <w:gridCol w:w="1532"/>
      </w:tblGrid>
      <w:tr w:rsidR="0015630E" w:rsidRPr="0015630E" w:rsidTr="0015630E">
        <w:trPr>
          <w:trHeight w:val="46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8b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8c</w:t>
            </w:r>
          </w:p>
        </w:tc>
      </w:tr>
      <w:tr w:rsidR="0015630E" w:rsidRPr="0015630E" w:rsidTr="0015630E">
        <w:trPr>
          <w:trHeight w:val="92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Erreichte Punktzahl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</w:p>
        </w:tc>
      </w:tr>
      <w:tr w:rsidR="0015630E" w:rsidRPr="0015630E" w:rsidTr="0015630E">
        <w:trPr>
          <w:trHeight w:val="920"/>
        </w:trPr>
        <w:tc>
          <w:tcPr>
            <w:tcW w:w="3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Mögliche Punktzahl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0E" w:rsidRPr="0015630E" w:rsidRDefault="0015630E" w:rsidP="0015630E">
            <w:pPr>
              <w:pStyle w:val="Linien"/>
              <w:spacing w:after="0" w:line="240" w:lineRule="auto"/>
              <w:jc w:val="center"/>
              <w:rPr>
                <w:sz w:val="32"/>
                <w:szCs w:val="32"/>
              </w:rPr>
            </w:pPr>
            <w:r w:rsidRPr="0015630E">
              <w:rPr>
                <w:sz w:val="32"/>
                <w:szCs w:val="32"/>
              </w:rPr>
              <w:t>1</w:t>
            </w:r>
          </w:p>
        </w:tc>
      </w:tr>
    </w:tbl>
    <w:p w:rsidR="00963D31" w:rsidRPr="0015630E" w:rsidRDefault="00963D31" w:rsidP="0015630E">
      <w:pPr>
        <w:pStyle w:val="Liste"/>
        <w:rPr>
          <w:szCs w:val="32"/>
        </w:rPr>
      </w:pPr>
    </w:p>
    <w:bookmarkEnd w:id="2"/>
    <w:sectPr w:rsidR="00963D31" w:rsidRPr="001563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B76" w:rsidRDefault="00661B76" w:rsidP="00661B76">
      <w:pPr>
        <w:spacing w:after="0" w:line="240" w:lineRule="auto"/>
      </w:pPr>
      <w:r>
        <w:separator/>
      </w:r>
    </w:p>
  </w:endnote>
  <w:endnote w:type="continuationSeparator" w:id="0">
    <w:p w:rsidR="00661B76" w:rsidRDefault="00661B76" w:rsidP="00661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B76" w:rsidRDefault="00661B76" w:rsidP="00661B76">
    <w:pPr>
      <w:pStyle w:val="Fuzeile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8333A">
      <w:rPr>
        <w:b/>
        <w:bCs/>
        <w:noProof/>
      </w:rPr>
      <w:t>12</w:t>
    </w:r>
    <w:r>
      <w:rPr>
        <w:b/>
        <w:bCs/>
      </w:rPr>
      <w:fldChar w:fldCharType="end"/>
    </w:r>
    <w:r>
      <w:t xml:space="preserve"> von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8333A">
      <w:rPr>
        <w:b/>
        <w:bCs/>
        <w:noProof/>
      </w:rPr>
      <w:t>12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B76" w:rsidRDefault="00661B76" w:rsidP="00661B76">
      <w:pPr>
        <w:spacing w:after="0" w:line="240" w:lineRule="auto"/>
      </w:pPr>
      <w:r>
        <w:separator/>
      </w:r>
    </w:p>
  </w:footnote>
  <w:footnote w:type="continuationSeparator" w:id="0">
    <w:p w:rsidR="00661B76" w:rsidRDefault="00661B76" w:rsidP="00661B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57160"/>
    <w:multiLevelType w:val="hybridMultilevel"/>
    <w:tmpl w:val="87821EB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241AB5"/>
    <w:multiLevelType w:val="hybridMultilevel"/>
    <w:tmpl w:val="3C90F2E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B3611A"/>
    <w:multiLevelType w:val="hybridMultilevel"/>
    <w:tmpl w:val="97E4752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F2493F"/>
    <w:multiLevelType w:val="hybridMultilevel"/>
    <w:tmpl w:val="BA247D7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969E7"/>
    <w:multiLevelType w:val="hybridMultilevel"/>
    <w:tmpl w:val="3D9CF08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C7932"/>
    <w:multiLevelType w:val="hybridMultilevel"/>
    <w:tmpl w:val="6D9A37C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31"/>
    <w:rsid w:val="00026392"/>
    <w:rsid w:val="000350F4"/>
    <w:rsid w:val="00073BD2"/>
    <w:rsid w:val="00073BD9"/>
    <w:rsid w:val="0008333A"/>
    <w:rsid w:val="0009258B"/>
    <w:rsid w:val="00093FBB"/>
    <w:rsid w:val="0015630E"/>
    <w:rsid w:val="001E3091"/>
    <w:rsid w:val="00225FA9"/>
    <w:rsid w:val="00334FF3"/>
    <w:rsid w:val="003B450E"/>
    <w:rsid w:val="004B595C"/>
    <w:rsid w:val="004C3806"/>
    <w:rsid w:val="005516F9"/>
    <w:rsid w:val="00560D1D"/>
    <w:rsid w:val="005E4159"/>
    <w:rsid w:val="00661B76"/>
    <w:rsid w:val="006C2C59"/>
    <w:rsid w:val="0073025C"/>
    <w:rsid w:val="0073241B"/>
    <w:rsid w:val="007671E0"/>
    <w:rsid w:val="007E36ED"/>
    <w:rsid w:val="007F64DE"/>
    <w:rsid w:val="00815AFA"/>
    <w:rsid w:val="0089429D"/>
    <w:rsid w:val="008F1893"/>
    <w:rsid w:val="008F32B4"/>
    <w:rsid w:val="008F63FB"/>
    <w:rsid w:val="009176D4"/>
    <w:rsid w:val="00941D91"/>
    <w:rsid w:val="00963D31"/>
    <w:rsid w:val="009B5BAF"/>
    <w:rsid w:val="009E5CE2"/>
    <w:rsid w:val="009E6FA1"/>
    <w:rsid w:val="00A0791F"/>
    <w:rsid w:val="00A27E56"/>
    <w:rsid w:val="00A30A90"/>
    <w:rsid w:val="00A57D50"/>
    <w:rsid w:val="00AD7C60"/>
    <w:rsid w:val="00AF4E0B"/>
    <w:rsid w:val="00B17B36"/>
    <w:rsid w:val="00B42B92"/>
    <w:rsid w:val="00B6791C"/>
    <w:rsid w:val="00BA0894"/>
    <w:rsid w:val="00BE75A8"/>
    <w:rsid w:val="00BF5D39"/>
    <w:rsid w:val="00C11AFC"/>
    <w:rsid w:val="00C5303C"/>
    <w:rsid w:val="00CE6518"/>
    <w:rsid w:val="00D36975"/>
    <w:rsid w:val="00D739AE"/>
    <w:rsid w:val="00E67B7D"/>
    <w:rsid w:val="00E81C8B"/>
    <w:rsid w:val="00E85D00"/>
    <w:rsid w:val="00F41362"/>
    <w:rsid w:val="00F478E1"/>
    <w:rsid w:val="00F66B09"/>
    <w:rsid w:val="00FD06EC"/>
    <w:rsid w:val="00FF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CFE3"/>
  <w15:docId w15:val="{684BC9A7-B1CA-498A-8CAC-10010AD89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15AFA"/>
    <w:pPr>
      <w:spacing w:after="120" w:line="360" w:lineRule="auto"/>
    </w:pPr>
    <w:rPr>
      <w:rFonts w:ascii="Arial" w:hAnsi="Arial"/>
      <w:sz w:val="32"/>
    </w:rPr>
  </w:style>
  <w:style w:type="paragraph" w:styleId="berschrift1">
    <w:name w:val="heading 1"/>
    <w:aliases w:val="Aufgabe"/>
    <w:basedOn w:val="Standard"/>
    <w:next w:val="Standard"/>
    <w:link w:val="berschrift1Zchn"/>
    <w:uiPriority w:val="9"/>
    <w:qFormat/>
    <w:rsid w:val="00BF5D39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="Calibri" w:cs="Arial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5D39"/>
    <w:pPr>
      <w:keepNext/>
      <w:tabs>
        <w:tab w:val="left" w:pos="851"/>
      </w:tabs>
      <w:spacing w:before="360"/>
      <w:ind w:left="851" w:hanging="851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E75A8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="Calibri" w:cs="Arial"/>
      <w:b/>
      <w:bCs/>
      <w:sz w:val="3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5D39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="Calibri" w:cs="Arial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BF5D39"/>
    <w:pPr>
      <w:tabs>
        <w:tab w:val="left" w:pos="1701"/>
      </w:tabs>
      <w:spacing w:before="240" w:after="60"/>
      <w:ind w:left="1701" w:hanging="1701"/>
      <w:outlineLvl w:val="4"/>
    </w:pPr>
    <w:rPr>
      <w:rFonts w:eastAsia="Calibri" w:cs="Arial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BF5D39"/>
    <w:pPr>
      <w:tabs>
        <w:tab w:val="left" w:pos="1985"/>
      </w:tabs>
      <w:spacing w:before="240" w:after="60"/>
      <w:ind w:left="1985" w:hanging="1985"/>
      <w:outlineLvl w:val="5"/>
    </w:pPr>
    <w:rPr>
      <w:rFonts w:eastAsia="Calibri" w:cs="Arial"/>
      <w:b/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ufgabe Zchn"/>
    <w:basedOn w:val="Absatz-Standardschriftart"/>
    <w:link w:val="berschrift1"/>
    <w:uiPriority w:val="9"/>
    <w:rsid w:val="00BF5D39"/>
    <w:rPr>
      <w:rFonts w:ascii="Arial" w:eastAsia="Calibri" w:hAnsi="Arial" w:cs="Arial"/>
      <w:b/>
      <w:bCs/>
      <w:kern w:val="32"/>
      <w:sz w:val="3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5D39"/>
    <w:rPr>
      <w:rFonts w:ascii="Arial" w:eastAsia="Calibri" w:hAnsi="Arial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E75A8"/>
    <w:rPr>
      <w:rFonts w:ascii="Arial" w:eastAsia="Calibri" w:hAnsi="Arial" w:cs="Arial"/>
      <w:b/>
      <w:bCs/>
      <w:sz w:val="3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F5D39"/>
    <w:rPr>
      <w:rFonts w:ascii="Arial" w:eastAsia="Calibri" w:hAnsi="Arial" w:cs="Arial"/>
      <w:b/>
      <w:bCs/>
      <w:sz w:val="24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BF5D39"/>
    <w:rPr>
      <w:rFonts w:ascii="Arial" w:eastAsia="Calibri" w:hAnsi="Arial" w:cs="Arial"/>
      <w:b/>
      <w:bCs/>
      <w:iCs/>
      <w:sz w:val="24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BF5D39"/>
    <w:rPr>
      <w:rFonts w:ascii="Arial" w:eastAsia="Calibri" w:hAnsi="Arial" w:cs="Arial"/>
      <w:b/>
      <w:bCs/>
      <w:sz w:val="24"/>
      <w:szCs w:val="22"/>
    </w:rPr>
  </w:style>
  <w:style w:type="paragraph" w:styleId="Liste">
    <w:name w:val="List"/>
    <w:basedOn w:val="Standard"/>
    <w:uiPriority w:val="99"/>
    <w:unhideWhenUsed/>
    <w:qFormat/>
    <w:rsid w:val="00BF5D39"/>
    <w:pPr>
      <w:ind w:left="567" w:hanging="567"/>
    </w:pPr>
    <w:rPr>
      <w:rFonts w:eastAsia="Calibri" w:cs="Arial"/>
      <w:szCs w:val="22"/>
    </w:rPr>
  </w:style>
  <w:style w:type="paragraph" w:styleId="Listenfortsetzung">
    <w:name w:val="List Continue"/>
    <w:basedOn w:val="Standard"/>
    <w:uiPriority w:val="99"/>
    <w:unhideWhenUsed/>
    <w:qFormat/>
    <w:rsid w:val="00BF5D39"/>
    <w:pPr>
      <w:ind w:left="567"/>
    </w:pPr>
    <w:rPr>
      <w:rFonts w:eastAsia="Calibri" w:cs="Arial"/>
      <w:szCs w:val="22"/>
    </w:rPr>
  </w:style>
  <w:style w:type="paragraph" w:customStyle="1" w:styleId="Titel1">
    <w:name w:val="Titel 1"/>
    <w:basedOn w:val="Standard"/>
    <w:link w:val="Titel1Zchn"/>
    <w:qFormat/>
    <w:rsid w:val="00BF5D39"/>
    <w:pPr>
      <w:jc w:val="center"/>
    </w:pPr>
    <w:rPr>
      <w:rFonts w:eastAsia="Calibri" w:cs="Arial"/>
      <w:b/>
      <w:sz w:val="96"/>
      <w:szCs w:val="96"/>
    </w:rPr>
  </w:style>
  <w:style w:type="paragraph" w:customStyle="1" w:styleId="Titel2">
    <w:name w:val="Titel 2"/>
    <w:basedOn w:val="Standard"/>
    <w:link w:val="Titel2Zchn"/>
    <w:qFormat/>
    <w:rsid w:val="00BF5D39"/>
    <w:pPr>
      <w:jc w:val="center"/>
    </w:pPr>
    <w:rPr>
      <w:rFonts w:eastAsia="Calibri" w:cs="Arial"/>
      <w:b/>
      <w:sz w:val="56"/>
      <w:szCs w:val="56"/>
    </w:rPr>
  </w:style>
  <w:style w:type="character" w:customStyle="1" w:styleId="Titel1Zchn">
    <w:name w:val="Titel 1 Zchn"/>
    <w:basedOn w:val="Absatz-Standardschriftart"/>
    <w:link w:val="Titel1"/>
    <w:rsid w:val="00BF5D39"/>
    <w:rPr>
      <w:rFonts w:ascii="Arial" w:eastAsia="Calibri" w:hAnsi="Arial" w:cs="Arial"/>
      <w:b/>
      <w:sz w:val="96"/>
      <w:szCs w:val="96"/>
    </w:rPr>
  </w:style>
  <w:style w:type="paragraph" w:customStyle="1" w:styleId="Titel3">
    <w:name w:val="Titel 3"/>
    <w:basedOn w:val="Standard"/>
    <w:link w:val="Titel3Zchn"/>
    <w:qFormat/>
    <w:rsid w:val="00BF5D39"/>
    <w:pPr>
      <w:jc w:val="center"/>
    </w:pPr>
    <w:rPr>
      <w:rFonts w:eastAsia="Calibri" w:cs="Arial"/>
      <w:szCs w:val="24"/>
    </w:rPr>
  </w:style>
  <w:style w:type="character" w:customStyle="1" w:styleId="Titel2Zchn">
    <w:name w:val="Titel 2 Zchn"/>
    <w:basedOn w:val="Titel1Zchn"/>
    <w:link w:val="Titel2"/>
    <w:rsid w:val="00BF5D39"/>
    <w:rPr>
      <w:rFonts w:ascii="Arial" w:eastAsia="Calibri" w:hAnsi="Arial" w:cs="Arial"/>
      <w:b/>
      <w:sz w:val="56"/>
      <w:szCs w:val="56"/>
    </w:rPr>
  </w:style>
  <w:style w:type="character" w:customStyle="1" w:styleId="Titel3Zchn">
    <w:name w:val="Titel 3 Zchn"/>
    <w:basedOn w:val="Titel2Zchn"/>
    <w:link w:val="Titel3"/>
    <w:rsid w:val="00BF5D39"/>
    <w:rPr>
      <w:rFonts w:ascii="Arial" w:eastAsia="Calibri" w:hAnsi="Arial" w:cs="Arial"/>
      <w:b w:val="0"/>
      <w:sz w:val="24"/>
      <w:szCs w:val="24"/>
    </w:rPr>
  </w:style>
  <w:style w:type="paragraph" w:styleId="Liste2">
    <w:name w:val="List 2"/>
    <w:basedOn w:val="Standard"/>
    <w:uiPriority w:val="99"/>
    <w:unhideWhenUsed/>
    <w:rsid w:val="00A27E56"/>
    <w:pPr>
      <w:ind w:left="851" w:hanging="284"/>
      <w:contextualSpacing/>
    </w:pPr>
    <w:rPr>
      <w:rFonts w:eastAsia="Calibri" w:cs="Arial"/>
      <w:szCs w:val="22"/>
    </w:rPr>
  </w:style>
  <w:style w:type="paragraph" w:styleId="Listenfortsetzung2">
    <w:name w:val="List Continue 2"/>
    <w:basedOn w:val="Standard"/>
    <w:uiPriority w:val="99"/>
    <w:unhideWhenUsed/>
    <w:rsid w:val="00A27E56"/>
    <w:pPr>
      <w:ind w:left="851"/>
      <w:contextualSpacing/>
    </w:pPr>
    <w:rPr>
      <w:rFonts w:eastAsia="Calibri" w:cs="Arial"/>
      <w:szCs w:val="22"/>
    </w:rPr>
  </w:style>
  <w:style w:type="paragraph" w:styleId="Liste3">
    <w:name w:val="List 3"/>
    <w:basedOn w:val="Standard"/>
    <w:uiPriority w:val="99"/>
    <w:unhideWhenUsed/>
    <w:rsid w:val="00D36975"/>
    <w:pPr>
      <w:ind w:left="1135" w:hanging="284"/>
      <w:contextualSpacing/>
    </w:pPr>
    <w:rPr>
      <w:rFonts w:eastAsia="Calibri" w:cs="Arial"/>
      <w:szCs w:val="22"/>
    </w:rPr>
  </w:style>
  <w:style w:type="paragraph" w:styleId="Listenfortsetzung3">
    <w:name w:val="List Continue 3"/>
    <w:basedOn w:val="Standard"/>
    <w:uiPriority w:val="99"/>
    <w:unhideWhenUsed/>
    <w:rsid w:val="00A27E56"/>
    <w:pPr>
      <w:ind w:left="1134"/>
      <w:contextualSpacing/>
    </w:pPr>
    <w:rPr>
      <w:rFonts w:eastAsia="Calibri" w:cs="Arial"/>
      <w:szCs w:val="22"/>
    </w:rPr>
  </w:style>
  <w:style w:type="paragraph" w:styleId="Liste4">
    <w:name w:val="List 4"/>
    <w:basedOn w:val="Standard"/>
    <w:uiPriority w:val="99"/>
    <w:unhideWhenUsed/>
    <w:rsid w:val="00D36975"/>
    <w:pPr>
      <w:ind w:left="1418" w:hanging="284"/>
      <w:contextualSpacing/>
    </w:pPr>
    <w:rPr>
      <w:rFonts w:eastAsia="Calibri" w:cs="Arial"/>
      <w:szCs w:val="22"/>
    </w:rPr>
  </w:style>
  <w:style w:type="paragraph" w:styleId="Listenfortsetzung4">
    <w:name w:val="List Continue 4"/>
    <w:basedOn w:val="Standard"/>
    <w:uiPriority w:val="99"/>
    <w:unhideWhenUsed/>
    <w:rsid w:val="00A27E56"/>
    <w:pPr>
      <w:ind w:left="1418"/>
      <w:contextualSpacing/>
    </w:pPr>
    <w:rPr>
      <w:rFonts w:eastAsia="Calibri" w:cs="Arial"/>
      <w:szCs w:val="22"/>
    </w:rPr>
  </w:style>
  <w:style w:type="paragraph" w:styleId="Liste5">
    <w:name w:val="List 5"/>
    <w:basedOn w:val="Standard"/>
    <w:uiPriority w:val="99"/>
    <w:unhideWhenUsed/>
    <w:rsid w:val="00D36975"/>
    <w:pPr>
      <w:ind w:left="1702" w:hanging="284"/>
      <w:contextualSpacing/>
    </w:pPr>
    <w:rPr>
      <w:rFonts w:eastAsia="Calibri" w:cs="Arial"/>
      <w:szCs w:val="22"/>
    </w:rPr>
  </w:style>
  <w:style w:type="paragraph" w:styleId="Listenfortsetzung5">
    <w:name w:val="List Continue 5"/>
    <w:basedOn w:val="Standard"/>
    <w:uiPriority w:val="99"/>
    <w:unhideWhenUsed/>
    <w:rsid w:val="00A27E56"/>
    <w:pPr>
      <w:ind w:left="1701"/>
      <w:contextualSpacing/>
    </w:pPr>
    <w:rPr>
      <w:rFonts w:eastAsia="Calibri" w:cs="Arial"/>
      <w:szCs w:val="22"/>
    </w:rPr>
  </w:style>
  <w:style w:type="character" w:styleId="Platzhaltertext">
    <w:name w:val="Placeholder Text"/>
    <w:basedOn w:val="Absatz-Standardschriftart"/>
    <w:uiPriority w:val="99"/>
    <w:semiHidden/>
    <w:rsid w:val="003B450E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B450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B450E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39"/>
    <w:unhideWhenUsed/>
    <w:rsid w:val="003B450E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3B450E"/>
    <w:pPr>
      <w:spacing w:after="100"/>
      <w:ind w:left="240"/>
    </w:pPr>
  </w:style>
  <w:style w:type="character" w:styleId="Hyperlink">
    <w:name w:val="Hyperlink"/>
    <w:basedOn w:val="Absatz-Standardschriftart"/>
    <w:uiPriority w:val="99"/>
    <w:unhideWhenUsed/>
    <w:rsid w:val="003B450E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63D31"/>
    <w:pPr>
      <w:ind w:left="720"/>
      <w:contextualSpacing/>
    </w:pPr>
    <w:rPr>
      <w:rFonts w:eastAsia="Calibri" w:cs="Arial"/>
      <w:szCs w:val="22"/>
    </w:rPr>
  </w:style>
  <w:style w:type="paragraph" w:customStyle="1" w:styleId="Tabelle">
    <w:name w:val="Tabelle"/>
    <w:basedOn w:val="Standard"/>
    <w:qFormat/>
    <w:rsid w:val="00963D31"/>
    <w:pPr>
      <w:spacing w:before="60" w:after="60"/>
    </w:pPr>
    <w:rPr>
      <w:rFonts w:eastAsia="Times New Roman" w:cs="Arial"/>
      <w:sz w:val="22"/>
      <w:szCs w:val="22"/>
      <w:lang w:eastAsia="de-DE"/>
    </w:rPr>
  </w:style>
  <w:style w:type="paragraph" w:customStyle="1" w:styleId="Linien">
    <w:name w:val="Linien"/>
    <w:basedOn w:val="Standard"/>
    <w:qFormat/>
    <w:rsid w:val="00963D31"/>
    <w:pPr>
      <w:tabs>
        <w:tab w:val="right" w:leader="underscore" w:pos="9921"/>
      </w:tabs>
      <w:spacing w:line="480" w:lineRule="auto"/>
    </w:pPr>
    <w:rPr>
      <w:rFonts w:eastAsia="Times New Roman" w:cs="Arial"/>
      <w:sz w:val="22"/>
      <w:szCs w:val="22"/>
      <w:lang w:eastAsia="de-DE"/>
    </w:rPr>
  </w:style>
  <w:style w:type="table" w:styleId="Tabellenraster">
    <w:name w:val="Table Grid"/>
    <w:basedOn w:val="NormaleTabelle"/>
    <w:uiPriority w:val="39"/>
    <w:rsid w:val="00963D31"/>
    <w:pPr>
      <w:spacing w:after="120" w:line="360" w:lineRule="auto"/>
    </w:pPr>
    <w:rPr>
      <w:rFonts w:ascii="Times New Roman" w:eastAsia="Times New Roman" w:hAnsi="Times New Roman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uiPriority w:val="39"/>
    <w:rsid w:val="00963D31"/>
    <w:pPr>
      <w:spacing w:after="120" w:line="360" w:lineRule="auto"/>
    </w:pPr>
    <w:rPr>
      <w:rFonts w:ascii="Times New Roman" w:eastAsia="Times New Roman" w:hAnsi="Times New Roman"/>
      <w:lang w:eastAsia="de-D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61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61B76"/>
    <w:rPr>
      <w:rFonts w:ascii="Arial" w:hAnsi="Arial"/>
      <w:sz w:val="32"/>
    </w:rPr>
  </w:style>
  <w:style w:type="paragraph" w:styleId="Fuzeile">
    <w:name w:val="footer"/>
    <w:basedOn w:val="Standard"/>
    <w:link w:val="FuzeileZchn"/>
    <w:uiPriority w:val="99"/>
    <w:unhideWhenUsed/>
    <w:rsid w:val="00661B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61B76"/>
    <w:rPr>
      <w:rFonts w:ascii="Arial" w:hAnsi="Arial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microsoft.com/office/2007/relationships/hdphoto" Target="media/hdphoto2.wdp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hdphoto" Target="media/hdphoto1.wdp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Vorlagen\E-Bu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DDE63-2166-4198-87E8-B77838C2A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E-Buch.dotx</Template>
  <TotalTime>0</TotalTime>
  <Pages>12</Pages>
  <Words>490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Standard-Profil-Benutzer</dc:creator>
  <cp:lastModifiedBy>Standard-Profil-Benutzer</cp:lastModifiedBy>
  <cp:revision>11</cp:revision>
  <dcterms:created xsi:type="dcterms:W3CDTF">2022-04-13T11:37:00Z</dcterms:created>
  <dcterms:modified xsi:type="dcterms:W3CDTF">2022-04-14T08:54:00Z</dcterms:modified>
</cp:coreProperties>
</file>